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A04BAF">
              <w:rPr>
                <w:b/>
              </w:rPr>
              <w:t>209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A04BAF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A04BAF">
              <w:rPr>
                <w:b/>
              </w:rPr>
              <w:t>Rücknahmesysteme für Mobiltelefone</w:t>
            </w:r>
            <w:r w:rsidRPr="00357909">
              <w:rPr>
                <w:b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9B" w:rsidRPr="00357909" w:rsidRDefault="002E629B" w:rsidP="00EB782D">
            <w:pPr>
              <w:spacing w:line="276" w:lineRule="auto"/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A2054" w:rsidRDefault="00036DD5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Be</w:t>
      </w:r>
      <w:r w:rsidR="00B85335">
        <w:rPr>
          <w:sz w:val="22"/>
        </w:rPr>
        <w:t>treiber</w:t>
      </w:r>
      <w:r w:rsidR="002E629B">
        <w:rPr>
          <w:sz w:val="22"/>
        </w:rPr>
        <w:t xml:space="preserve"> (Zeichennehmer):</w:t>
      </w:r>
      <w:r w:rsidR="003234D6">
        <w:rPr>
          <w:sz w:val="22"/>
        </w:rPr>
        <w:t xml:space="preserve">  </w:t>
      </w:r>
      <w:r w:rsidR="002A2054">
        <w:rPr>
          <w:sz w:val="22"/>
        </w:rPr>
        <w:tab/>
        <w:t xml:space="preserve">     </w:t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bookmarkStart w:id="1" w:name="_GoBack"/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bookmarkEnd w:id="1"/>
      <w:r w:rsidR="0007395D">
        <w:rPr>
          <w:sz w:val="22"/>
        </w:rPr>
        <w:fldChar w:fldCharType="end"/>
      </w:r>
      <w:bookmarkEnd w:id="0"/>
    </w:p>
    <w:p w:rsidR="002E629B" w:rsidRDefault="002A205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403817">
        <w:rPr>
          <w:sz w:val="22"/>
        </w:rPr>
        <w:tab/>
      </w:r>
      <w:r>
        <w:rPr>
          <w:sz w:val="22"/>
        </w:rPr>
        <w:t xml:space="preserve"> </w:t>
      </w:r>
      <w:r>
        <w:rPr>
          <w:sz w:val="22"/>
        </w:rPr>
        <w:tab/>
        <w:t xml:space="preserve">     </w:t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2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2A2054">
        <w:rPr>
          <w:sz w:val="22"/>
        </w:rPr>
        <w:t xml:space="preserve">     </w:t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3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3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92060" w:rsidRDefault="002A2054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</w:t>
      </w:r>
      <w:r w:rsidR="00D46400">
        <w:rPr>
          <w:sz w:val="22"/>
        </w:rPr>
        <w:t>ezeichnung</w:t>
      </w:r>
      <w:r>
        <w:rPr>
          <w:sz w:val="22"/>
        </w:rPr>
        <w:t xml:space="preserve"> des Rücknahmesystems</w:t>
      </w:r>
      <w:r w:rsidR="00D46400">
        <w:rPr>
          <w:sz w:val="22"/>
        </w:rPr>
        <w:t>:</w:t>
      </w:r>
      <w:r>
        <w:rPr>
          <w:sz w:val="22"/>
        </w:rPr>
        <w:t xml:space="preserve">   </w:t>
      </w:r>
      <w:r w:rsidR="009D4E6F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9D4E6F">
        <w:rPr>
          <w:sz w:val="22"/>
        </w:rPr>
        <w:instrText xml:space="preserve"> FORMTEXT </w:instrText>
      </w:r>
      <w:r w:rsidR="009D4E6F">
        <w:rPr>
          <w:sz w:val="22"/>
        </w:rPr>
      </w:r>
      <w:r w:rsidR="009D4E6F">
        <w:rPr>
          <w:sz w:val="22"/>
        </w:rPr>
        <w:fldChar w:fldCharType="separate"/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sz w:val="22"/>
        </w:rPr>
        <w:fldChar w:fldCharType="end"/>
      </w:r>
    </w:p>
    <w:p w:rsidR="00E13D69" w:rsidRDefault="00E13D69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7A543A" w:rsidRDefault="005A52B3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5A52B3">
        <w:rPr>
          <w:sz w:val="22"/>
        </w:rPr>
        <w:t>Art der bereitgestellten Rücknahmemöglichkeiten</w:t>
      </w:r>
      <w:r w:rsidR="007A543A">
        <w:rPr>
          <w:sz w:val="22"/>
        </w:rPr>
        <w:t xml:space="preserve"> (Abschnitt 3.1): </w:t>
      </w:r>
    </w:p>
    <w:p w:rsidR="007A543A" w:rsidRDefault="007A543A" w:rsidP="00820DFC">
      <w:pPr>
        <w:pStyle w:val="Textkrper"/>
        <w:numPr>
          <w:ilvl w:val="0"/>
          <w:numId w:val="14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persönliche Übergabe an autorisierte Person</w:t>
      </w:r>
      <w:r w:rsidR="005A52B3">
        <w:rPr>
          <w:sz w:val="22"/>
        </w:rPr>
        <w:tab/>
      </w:r>
      <w:r w:rsidR="005A52B3" w:rsidRPr="0073725B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A52B3" w:rsidRPr="0073725B">
        <w:rPr>
          <w:sz w:val="20"/>
          <w:szCs w:val="20"/>
        </w:rPr>
        <w:instrText xml:space="preserve"> FORMCHECKBOX </w:instrText>
      </w:r>
      <w:r w:rsidR="003B4E85">
        <w:rPr>
          <w:sz w:val="20"/>
          <w:szCs w:val="20"/>
        </w:rPr>
      </w:r>
      <w:r w:rsidR="003B4E85">
        <w:rPr>
          <w:sz w:val="20"/>
          <w:szCs w:val="20"/>
        </w:rPr>
        <w:fldChar w:fldCharType="separate"/>
      </w:r>
      <w:r w:rsidR="005A52B3" w:rsidRPr="0073725B">
        <w:rPr>
          <w:sz w:val="20"/>
          <w:szCs w:val="20"/>
        </w:rPr>
        <w:fldChar w:fldCharType="end"/>
      </w:r>
    </w:p>
    <w:p w:rsidR="007A543A" w:rsidRDefault="007A543A" w:rsidP="00820DFC">
      <w:pPr>
        <w:pStyle w:val="Textkrper"/>
        <w:numPr>
          <w:ilvl w:val="0"/>
          <w:numId w:val="14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in Sammelboxen/per Postsendung bzw. Paketdienst</w:t>
      </w:r>
      <w:r w:rsidR="005A52B3">
        <w:rPr>
          <w:sz w:val="22"/>
        </w:rPr>
        <w:tab/>
      </w:r>
      <w:r w:rsidR="005A52B3" w:rsidRPr="0073725B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A52B3" w:rsidRPr="0073725B">
        <w:rPr>
          <w:sz w:val="20"/>
          <w:szCs w:val="20"/>
        </w:rPr>
        <w:instrText xml:space="preserve"> FORMCHECKBOX </w:instrText>
      </w:r>
      <w:r w:rsidR="003B4E85">
        <w:rPr>
          <w:sz w:val="20"/>
          <w:szCs w:val="20"/>
        </w:rPr>
      </w:r>
      <w:r w:rsidR="003B4E85">
        <w:rPr>
          <w:sz w:val="20"/>
          <w:szCs w:val="20"/>
        </w:rPr>
        <w:fldChar w:fldCharType="separate"/>
      </w:r>
      <w:r w:rsidR="005A52B3" w:rsidRPr="0073725B">
        <w:rPr>
          <w:sz w:val="20"/>
          <w:szCs w:val="20"/>
        </w:rPr>
        <w:fldChar w:fldCharType="end"/>
      </w:r>
    </w:p>
    <w:p w:rsidR="00A94B75" w:rsidRDefault="00A94B75" w:rsidP="00820DFC">
      <w:pPr>
        <w:pStyle w:val="Textkrper"/>
        <w:numPr>
          <w:ilvl w:val="0"/>
          <w:numId w:val="14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weitere Beschreibung (optional)</w:t>
      </w:r>
      <w:r w:rsidR="00820DFC">
        <w:rPr>
          <w:sz w:val="22"/>
        </w:rPr>
        <w:t xml:space="preserve">: </w:t>
      </w:r>
      <w:r w:rsidR="005A52B3" w:rsidRPr="005A52B3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5A52B3" w:rsidRPr="005A52B3">
        <w:rPr>
          <w:sz w:val="22"/>
        </w:rPr>
        <w:instrText xml:space="preserve"> FORMTEXT </w:instrText>
      </w:r>
      <w:r w:rsidR="005A52B3" w:rsidRPr="005A52B3">
        <w:rPr>
          <w:sz w:val="22"/>
        </w:rPr>
      </w:r>
      <w:r w:rsidR="005A52B3" w:rsidRPr="005A52B3">
        <w:rPr>
          <w:sz w:val="22"/>
        </w:rPr>
        <w:fldChar w:fldCharType="separate"/>
      </w:r>
      <w:r w:rsidR="005A52B3" w:rsidRPr="005A52B3">
        <w:rPr>
          <w:noProof/>
          <w:sz w:val="22"/>
        </w:rPr>
        <w:t> </w:t>
      </w:r>
      <w:r w:rsidR="005A52B3" w:rsidRPr="005A52B3">
        <w:rPr>
          <w:noProof/>
          <w:sz w:val="22"/>
        </w:rPr>
        <w:t> </w:t>
      </w:r>
      <w:r w:rsidR="005A52B3" w:rsidRPr="005A52B3">
        <w:rPr>
          <w:noProof/>
          <w:sz w:val="22"/>
        </w:rPr>
        <w:t> </w:t>
      </w:r>
      <w:r w:rsidR="005A52B3" w:rsidRPr="005A52B3">
        <w:rPr>
          <w:noProof/>
          <w:sz w:val="22"/>
        </w:rPr>
        <w:t> </w:t>
      </w:r>
      <w:r w:rsidR="005A52B3" w:rsidRPr="005A52B3">
        <w:rPr>
          <w:noProof/>
          <w:sz w:val="22"/>
        </w:rPr>
        <w:t> </w:t>
      </w:r>
      <w:r w:rsidR="005A52B3" w:rsidRPr="005A52B3">
        <w:rPr>
          <w:sz w:val="22"/>
        </w:rPr>
        <w:fldChar w:fldCharType="end"/>
      </w:r>
    </w:p>
    <w:p w:rsidR="00FF59CB" w:rsidRDefault="00FF59CB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F59CB" w:rsidRDefault="00FF59CB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Schutzverpackungen (</w:t>
      </w:r>
      <w:r w:rsidR="00263F8D">
        <w:rPr>
          <w:sz w:val="22"/>
        </w:rPr>
        <w:t xml:space="preserve">z. B. Versandtaschen, </w:t>
      </w:r>
      <w:r>
        <w:rPr>
          <w:sz w:val="22"/>
        </w:rPr>
        <w:t>Abschnitt 3.3):</w:t>
      </w:r>
    </w:p>
    <w:p w:rsidR="001E76B1" w:rsidRDefault="002D233B" w:rsidP="00820DFC">
      <w:pPr>
        <w:pStyle w:val="Textkrper"/>
        <w:numPr>
          <w:ilvl w:val="0"/>
          <w:numId w:val="15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Einwegverpackungen</w:t>
      </w:r>
      <w:r w:rsidR="00A25C22">
        <w:rPr>
          <w:sz w:val="22"/>
        </w:rPr>
        <w:t xml:space="preserve"> aus Papier/Kartonage</w:t>
      </w:r>
      <w:r w:rsidR="001E76B1">
        <w:rPr>
          <w:sz w:val="22"/>
        </w:rPr>
        <w:t xml:space="preserve"> </w:t>
      </w:r>
      <w:r w:rsidR="00820DFC">
        <w:rPr>
          <w:sz w:val="22"/>
        </w:rPr>
        <w:tab/>
      </w:r>
      <w:r w:rsidR="00820DFC" w:rsidRPr="0073725B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20DFC" w:rsidRPr="0073725B">
        <w:rPr>
          <w:sz w:val="20"/>
          <w:szCs w:val="20"/>
        </w:rPr>
        <w:instrText xml:space="preserve"> FORMCHECKBOX </w:instrText>
      </w:r>
      <w:r w:rsidR="003B4E85">
        <w:rPr>
          <w:sz w:val="20"/>
          <w:szCs w:val="20"/>
        </w:rPr>
      </w:r>
      <w:r w:rsidR="003B4E85">
        <w:rPr>
          <w:sz w:val="20"/>
          <w:szCs w:val="20"/>
        </w:rPr>
        <w:fldChar w:fldCharType="separate"/>
      </w:r>
      <w:r w:rsidR="00820DFC" w:rsidRPr="0073725B">
        <w:rPr>
          <w:sz w:val="20"/>
          <w:szCs w:val="20"/>
        </w:rPr>
        <w:fldChar w:fldCharType="end"/>
      </w:r>
    </w:p>
    <w:p w:rsidR="001E76B1" w:rsidRDefault="001E76B1" w:rsidP="00820DF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t xml:space="preserve">Anteil Recyclingfasern: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r>
        <w:rPr>
          <w:sz w:val="22"/>
        </w:rPr>
        <w:t xml:space="preserve"> % (m/m) </w:t>
      </w:r>
      <w:proofErr w:type="gramStart"/>
      <w:r>
        <w:rPr>
          <w:sz w:val="22"/>
        </w:rPr>
        <w:t xml:space="preserve">   (</w:t>
      </w:r>
      <w:proofErr w:type="gramEnd"/>
      <w:r>
        <w:rPr>
          <w:sz w:val="22"/>
        </w:rPr>
        <w:t>sollte 80 % (m/m) betragen)</w:t>
      </w:r>
    </w:p>
    <w:p w:rsidR="00A25C22" w:rsidRDefault="00820DFC" w:rsidP="00820DF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t>w</w:t>
      </w:r>
      <w:r w:rsidR="00A25C22">
        <w:rPr>
          <w:sz w:val="22"/>
        </w:rPr>
        <w:t xml:space="preserve">eitere Beschreibung (optional): </w:t>
      </w:r>
      <w:r w:rsidR="00A25C22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A25C22">
        <w:rPr>
          <w:sz w:val="22"/>
        </w:rPr>
        <w:instrText xml:space="preserve"> FORMTEXT </w:instrText>
      </w:r>
      <w:r w:rsidR="00A25C22">
        <w:rPr>
          <w:sz w:val="22"/>
        </w:rPr>
      </w:r>
      <w:r w:rsidR="00A25C22">
        <w:rPr>
          <w:sz w:val="22"/>
        </w:rPr>
        <w:fldChar w:fldCharType="separate"/>
      </w:r>
      <w:r w:rsidR="00A25C22">
        <w:rPr>
          <w:noProof/>
          <w:sz w:val="22"/>
        </w:rPr>
        <w:t> </w:t>
      </w:r>
      <w:r w:rsidR="00A25C22">
        <w:rPr>
          <w:noProof/>
          <w:sz w:val="22"/>
        </w:rPr>
        <w:t> </w:t>
      </w:r>
      <w:r w:rsidR="00A25C22">
        <w:rPr>
          <w:noProof/>
          <w:sz w:val="22"/>
        </w:rPr>
        <w:t> </w:t>
      </w:r>
      <w:r w:rsidR="00A25C22">
        <w:rPr>
          <w:noProof/>
          <w:sz w:val="22"/>
        </w:rPr>
        <w:t> </w:t>
      </w:r>
      <w:r w:rsidR="00A25C22">
        <w:rPr>
          <w:noProof/>
          <w:sz w:val="22"/>
        </w:rPr>
        <w:t> </w:t>
      </w:r>
      <w:r w:rsidR="00A25C22">
        <w:rPr>
          <w:sz w:val="22"/>
        </w:rPr>
        <w:fldChar w:fldCharType="end"/>
      </w:r>
    </w:p>
    <w:p w:rsidR="00263E0C" w:rsidRDefault="00263E0C" w:rsidP="00820DF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</w:p>
    <w:p w:rsidR="00651B3D" w:rsidRDefault="002D233B" w:rsidP="00651B3D">
      <w:pPr>
        <w:pStyle w:val="Textkrper"/>
        <w:numPr>
          <w:ilvl w:val="0"/>
          <w:numId w:val="15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Mehrwegverpackungen aus Papier/Kartonage</w:t>
      </w:r>
      <w:r w:rsidR="00820DFC">
        <w:rPr>
          <w:sz w:val="22"/>
        </w:rPr>
        <w:tab/>
      </w:r>
      <w:r w:rsidR="00820DFC" w:rsidRPr="0073725B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20DFC" w:rsidRPr="0073725B">
        <w:rPr>
          <w:sz w:val="20"/>
          <w:szCs w:val="20"/>
        </w:rPr>
        <w:instrText xml:space="preserve"> FORMCHECKBOX </w:instrText>
      </w:r>
      <w:r w:rsidR="003B4E85">
        <w:rPr>
          <w:sz w:val="20"/>
          <w:szCs w:val="20"/>
        </w:rPr>
      </w:r>
      <w:r w:rsidR="003B4E85">
        <w:rPr>
          <w:sz w:val="20"/>
          <w:szCs w:val="20"/>
        </w:rPr>
        <w:fldChar w:fldCharType="separate"/>
      </w:r>
      <w:r w:rsidR="00820DFC" w:rsidRPr="0073725B">
        <w:rPr>
          <w:sz w:val="20"/>
          <w:szCs w:val="20"/>
        </w:rPr>
        <w:fldChar w:fldCharType="end"/>
      </w:r>
      <w:r w:rsidR="00651B3D" w:rsidRPr="00651B3D">
        <w:rPr>
          <w:sz w:val="22"/>
        </w:rPr>
        <w:t xml:space="preserve"> </w:t>
      </w:r>
    </w:p>
    <w:p w:rsidR="003D1EFF" w:rsidRDefault="003D1EFF" w:rsidP="003D1EF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t xml:space="preserve">Anteil Recyclingfasern: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r>
        <w:rPr>
          <w:sz w:val="22"/>
        </w:rPr>
        <w:t xml:space="preserve"> % (m/m) ≥ 80 % (m/m)</w:t>
      </w:r>
    </w:p>
    <w:p w:rsidR="002D233B" w:rsidRDefault="00651B3D" w:rsidP="00651B3D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t xml:space="preserve">weitere Beschreibung (optional):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263E0C" w:rsidRDefault="00263E0C" w:rsidP="00651B3D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</w:p>
    <w:p w:rsidR="002D233B" w:rsidRPr="003D1EFF" w:rsidRDefault="001E76B1" w:rsidP="00820DFC">
      <w:pPr>
        <w:pStyle w:val="Textkrper"/>
        <w:numPr>
          <w:ilvl w:val="0"/>
          <w:numId w:val="15"/>
        </w:numPr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Mehrwegverpackungen </w:t>
      </w:r>
      <w:r w:rsidR="002D233B">
        <w:rPr>
          <w:sz w:val="22"/>
        </w:rPr>
        <w:t xml:space="preserve">aus Kunststoff </w:t>
      </w:r>
      <w:r w:rsidR="00820DFC">
        <w:rPr>
          <w:sz w:val="22"/>
        </w:rPr>
        <w:tab/>
      </w:r>
      <w:r w:rsidR="00820DFC" w:rsidRPr="0073725B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20DFC" w:rsidRPr="0073725B">
        <w:rPr>
          <w:sz w:val="20"/>
          <w:szCs w:val="20"/>
        </w:rPr>
        <w:instrText xml:space="preserve"> FORMCHECKBOX </w:instrText>
      </w:r>
      <w:r w:rsidR="003B4E85">
        <w:rPr>
          <w:sz w:val="20"/>
          <w:szCs w:val="20"/>
        </w:rPr>
      </w:r>
      <w:r w:rsidR="003B4E85">
        <w:rPr>
          <w:sz w:val="20"/>
          <w:szCs w:val="20"/>
        </w:rPr>
        <w:fldChar w:fldCharType="separate"/>
      </w:r>
      <w:r w:rsidR="00820DFC" w:rsidRPr="0073725B">
        <w:rPr>
          <w:sz w:val="20"/>
          <w:szCs w:val="20"/>
        </w:rPr>
        <w:fldChar w:fldCharType="end"/>
      </w:r>
    </w:p>
    <w:p w:rsidR="00263E0C" w:rsidRDefault="003D1EFF" w:rsidP="00263E0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 w:rsidRPr="003D1EFF">
        <w:rPr>
          <w:sz w:val="22"/>
        </w:rPr>
        <w:t xml:space="preserve">Anteil </w:t>
      </w:r>
      <w:r>
        <w:rPr>
          <w:sz w:val="22"/>
        </w:rPr>
        <w:t>post-</w:t>
      </w:r>
      <w:proofErr w:type="spellStart"/>
      <w:r>
        <w:rPr>
          <w:sz w:val="22"/>
        </w:rPr>
        <w:t>consumer</w:t>
      </w:r>
      <w:proofErr w:type="spellEnd"/>
      <w:r>
        <w:rPr>
          <w:sz w:val="22"/>
        </w:rPr>
        <w:t xml:space="preserve"> Rezyklat: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r>
        <w:rPr>
          <w:sz w:val="22"/>
        </w:rPr>
        <w:t xml:space="preserve"> % (m/m) ≥ 80 % (m/m)</w:t>
      </w:r>
      <w:r w:rsidR="00263E0C" w:rsidRPr="00263E0C">
        <w:rPr>
          <w:sz w:val="22"/>
        </w:rPr>
        <w:t xml:space="preserve"> </w:t>
      </w:r>
    </w:p>
    <w:p w:rsidR="003D1EFF" w:rsidRPr="003D1EFF" w:rsidRDefault="00263E0C" w:rsidP="00263E0C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t xml:space="preserve">weitere Beschreibung (optional):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3E6901" w:rsidRDefault="003E690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>
        <w:br w:type="page"/>
      </w:r>
    </w:p>
    <w:p w:rsidR="00220EF9" w:rsidRDefault="00220EF9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lastRenderedPageBreak/>
        <w:t>Organisation</w:t>
      </w:r>
      <w:r w:rsidR="003E6901">
        <w:rPr>
          <w:sz w:val="22"/>
        </w:rPr>
        <w:t>(</w:t>
      </w:r>
      <w:r>
        <w:rPr>
          <w:sz w:val="22"/>
        </w:rPr>
        <w:t>en</w:t>
      </w:r>
      <w:r w:rsidR="003E6901">
        <w:rPr>
          <w:sz w:val="22"/>
        </w:rPr>
        <w:t>)</w:t>
      </w:r>
      <w:r>
        <w:rPr>
          <w:sz w:val="22"/>
        </w:rPr>
        <w:t>, die mit der Rücknahme und der Beförderung beauftragt sind (Abschnitt 3.3):</w:t>
      </w:r>
    </w:p>
    <w:p w:rsidR="000E30E5" w:rsidRDefault="000E30E5" w:rsidP="00A26CD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91381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ind w:left="360"/>
        <w:jc w:val="both"/>
        <w:rPr>
          <w:sz w:val="22"/>
        </w:rPr>
      </w:pP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 w:rsidP="000E30E5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0E30E5" w:rsidRDefault="000E30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C6375" w:rsidRDefault="003C637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EA0C27" w:rsidRPr="007508FE" w:rsidTr="006B1B58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094273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lastRenderedPageBreak/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196E64" w:rsidRPr="00094273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196E64" w:rsidRPr="006C4615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196E64" w:rsidRPr="00BA7C21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A6F26" w:rsidRPr="0073725B" w:rsidRDefault="00DA6F26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3725B"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A6F26" w:rsidRPr="0073725B" w:rsidRDefault="000B18F9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B18F9">
              <w:rPr>
                <w:sz w:val="20"/>
                <w:szCs w:val="20"/>
              </w:rPr>
              <w:t>Einfache Abgabemöglichkeit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22C5C" w:rsidRPr="007A543A" w:rsidRDefault="00295BC6" w:rsidP="007A543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Persönliche Übergabe zu üblichen Geschäftszeiten möglich oder per Postsendung/Paketdienst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14D88" w:rsidRPr="0073725B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</w:t>
            </w:r>
            <w:r w:rsidR="00814D88" w:rsidRPr="0073725B">
              <w:rPr>
                <w:sz w:val="20"/>
                <w:szCs w:val="20"/>
              </w:rPr>
              <w:t xml:space="preserve"> der Anforderung wird bestätigt</w:t>
            </w:r>
            <w:r w:rsidR="00996844" w:rsidRPr="0073725B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A6F26" w:rsidRPr="0073725B" w:rsidRDefault="00DA6F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22C5C" w:rsidRPr="00A94B75" w:rsidRDefault="002965CA" w:rsidP="00A94B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94B75" w:rsidRPr="0073725B" w:rsidRDefault="002965CA" w:rsidP="00787B06">
            <w:pPr>
              <w:tabs>
                <w:tab w:val="left" w:pos="7938"/>
              </w:tabs>
              <w:spacing w:before="20" w:after="20"/>
            </w:pPr>
            <w:r>
              <w:t>--</w:t>
            </w: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196E64" w:rsidRPr="0073725B" w:rsidRDefault="00196E64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05731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5731C" w:rsidRPr="002965CA" w:rsidRDefault="0005731C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2965CA"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18F9" w:rsidRPr="002965CA" w:rsidRDefault="000B18F9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2965CA">
              <w:rPr>
                <w:sz w:val="20"/>
                <w:szCs w:val="20"/>
              </w:rPr>
              <w:t xml:space="preserve">Rücknahme </w:t>
            </w:r>
          </w:p>
          <w:p w:rsidR="0005731C" w:rsidRPr="002965CA" w:rsidRDefault="000B18F9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2965CA">
              <w:rPr>
                <w:sz w:val="20"/>
                <w:szCs w:val="20"/>
              </w:rPr>
              <w:t>kompletter Geräte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5731C" w:rsidRPr="002965CA" w:rsidRDefault="00295BC6" w:rsidP="00CF28E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2965CA">
              <w:rPr>
                <w:sz w:val="20"/>
                <w:szCs w:val="20"/>
              </w:rPr>
              <w:t xml:space="preserve">Hinweise zur </w:t>
            </w:r>
            <w:r w:rsidR="00CA30B6">
              <w:rPr>
                <w:sz w:val="20"/>
                <w:szCs w:val="20"/>
              </w:rPr>
              <w:t>Rückgabe</w:t>
            </w:r>
            <w:r w:rsidR="00CF28EA" w:rsidRPr="002965CA">
              <w:rPr>
                <w:sz w:val="20"/>
                <w:szCs w:val="20"/>
              </w:rPr>
              <w:t xml:space="preserve"> möglichst vollständiger Geräte, aber auch unvollständiger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5731C" w:rsidRPr="002965CA" w:rsidRDefault="0005731C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2965CA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5731C" w:rsidRPr="002965CA" w:rsidRDefault="0005731C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2965C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65CA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2965CA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5731C" w:rsidRPr="002965CA" w:rsidRDefault="00A94B75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2965CA">
              <w:rPr>
                <w:sz w:val="20"/>
                <w:szCs w:val="20"/>
              </w:rPr>
              <w:t>Foto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731C" w:rsidRPr="0073725B" w:rsidRDefault="0005731C" w:rsidP="00635BF6">
            <w:pPr>
              <w:tabs>
                <w:tab w:val="left" w:pos="7938"/>
              </w:tabs>
              <w:spacing w:before="20" w:after="20"/>
            </w:pP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  <w:r w:rsidR="00222C5C" w:rsidRPr="002965CA">
              <w:br/>
            </w:r>
            <w:r w:rsidR="00A94B75" w:rsidRPr="002965CA">
              <w:rPr>
                <w:sz w:val="20"/>
                <w:szCs w:val="20"/>
              </w:rPr>
              <w:t>(Anlage 2</w:t>
            </w:r>
            <w:r w:rsidR="00222C5C" w:rsidRPr="002965CA">
              <w:rPr>
                <w:sz w:val="20"/>
                <w:szCs w:val="20"/>
              </w:rPr>
              <w:t>)</w:t>
            </w:r>
          </w:p>
        </w:tc>
      </w:tr>
      <w:tr w:rsidR="00A94B75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94B75" w:rsidRPr="0073725B" w:rsidRDefault="00A94B75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94B75" w:rsidRPr="000B18F9" w:rsidRDefault="00A94B75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94B75" w:rsidRDefault="00A94B75" w:rsidP="00CF28E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A94B75" w:rsidRPr="0073725B" w:rsidRDefault="00A94B75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94B75" w:rsidRPr="0073725B" w:rsidRDefault="00A94B75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94B75" w:rsidRPr="00A94B75" w:rsidRDefault="00A94B75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Internetadresse: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94B75" w:rsidRPr="0073725B" w:rsidRDefault="00167E9F" w:rsidP="00635BF6">
            <w:pPr>
              <w:tabs>
                <w:tab w:val="left" w:pos="7938"/>
              </w:tabs>
              <w:spacing w:before="20" w:after="20"/>
            </w:pPr>
            <w:r>
              <w:t>www.</w:t>
            </w:r>
            <w:r w:rsidR="00D67F7C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4" w:name="Text68"/>
            <w:r w:rsidR="00D67F7C">
              <w:instrText xml:space="preserve"> FORMTEXT </w:instrText>
            </w:r>
            <w:r w:rsidR="00D67F7C">
              <w:fldChar w:fldCharType="separate"/>
            </w:r>
            <w:r w:rsidR="00D67F7C">
              <w:rPr>
                <w:noProof/>
              </w:rPr>
              <w:t> </w:t>
            </w:r>
            <w:r w:rsidR="00D67F7C">
              <w:rPr>
                <w:noProof/>
              </w:rPr>
              <w:t> </w:t>
            </w:r>
            <w:r w:rsidR="00D67F7C">
              <w:rPr>
                <w:noProof/>
              </w:rPr>
              <w:t> </w:t>
            </w:r>
            <w:r w:rsidR="00D67F7C">
              <w:rPr>
                <w:noProof/>
              </w:rPr>
              <w:t> </w:t>
            </w:r>
            <w:r w:rsidR="00D67F7C">
              <w:rPr>
                <w:noProof/>
              </w:rPr>
              <w:t> </w:t>
            </w:r>
            <w:r w:rsidR="00D67F7C">
              <w:fldChar w:fldCharType="end"/>
            </w:r>
            <w:bookmarkEnd w:id="4"/>
            <w:r w:rsidR="00D67F7C">
              <w:br/>
            </w:r>
            <w:r w:rsidR="00D67F7C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D67F7C">
              <w:instrText xml:space="preserve"> FORMTEXT </w:instrText>
            </w:r>
            <w:r w:rsidR="00D67F7C">
              <w:fldChar w:fldCharType="separate"/>
            </w:r>
            <w:r w:rsidR="00D67F7C">
              <w:rPr>
                <w:noProof/>
              </w:rPr>
              <w:t> </w:t>
            </w:r>
            <w:r w:rsidR="00D67F7C">
              <w:rPr>
                <w:noProof/>
              </w:rPr>
              <w:t> </w:t>
            </w:r>
            <w:r w:rsidR="00D67F7C">
              <w:rPr>
                <w:noProof/>
              </w:rPr>
              <w:t> </w:t>
            </w:r>
            <w:r w:rsidR="00D67F7C">
              <w:rPr>
                <w:noProof/>
              </w:rPr>
              <w:t> </w:t>
            </w:r>
            <w:r w:rsidR="00D67F7C">
              <w:rPr>
                <w:noProof/>
              </w:rPr>
              <w:t> </w:t>
            </w:r>
            <w:r w:rsidR="00D67F7C">
              <w:fldChar w:fldCharType="end"/>
            </w:r>
          </w:p>
        </w:tc>
      </w:tr>
      <w:tr w:rsidR="002E49F1" w:rsidRPr="007508FE" w:rsidTr="00867676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2E49F1" w:rsidRPr="0073725B" w:rsidRDefault="002E49F1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E49F1" w:rsidRPr="0073725B" w:rsidRDefault="002E49F1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E49F1" w:rsidRPr="0073725B" w:rsidRDefault="002E49F1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2E49F1" w:rsidRPr="0073725B" w:rsidRDefault="002E49F1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E49F1" w:rsidRPr="0073725B" w:rsidRDefault="002E49F1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E49F1" w:rsidRPr="0073725B" w:rsidRDefault="002E49F1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2E49F1" w:rsidRPr="0073725B" w:rsidRDefault="002E49F1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05731C" w:rsidRPr="007508FE" w:rsidTr="00EB782D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05731C" w:rsidRPr="0073725B" w:rsidRDefault="0005731C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05731C" w:rsidRPr="0073725B" w:rsidRDefault="0005731C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05731C" w:rsidRPr="0073725B" w:rsidRDefault="0005731C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05731C" w:rsidRPr="0073725B" w:rsidRDefault="0005731C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05731C" w:rsidRPr="0073725B" w:rsidRDefault="0005731C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05731C" w:rsidRPr="0073725B" w:rsidRDefault="0005731C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5731C" w:rsidRPr="0073725B" w:rsidRDefault="0005731C" w:rsidP="00222C5C">
            <w:pPr>
              <w:tabs>
                <w:tab w:val="left" w:pos="7938"/>
              </w:tabs>
              <w:spacing w:before="20" w:after="20"/>
            </w:pPr>
          </w:p>
        </w:tc>
      </w:tr>
      <w:tr w:rsidR="009B3828" w:rsidRPr="007508FE" w:rsidTr="00EB782D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B3828" w:rsidRPr="0039069E" w:rsidRDefault="000B18F9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9069E"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B3828" w:rsidRPr="0039069E" w:rsidRDefault="000B18F9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Schonende Rücknahme und Beförderung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31EB1" w:rsidRPr="0039069E" w:rsidRDefault="00CF5102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39069E">
              <w:rPr>
                <w:b/>
                <w:sz w:val="20"/>
                <w:szCs w:val="20"/>
              </w:rPr>
              <w:t>Sammelboxen:</w:t>
            </w:r>
            <w:r w:rsidRPr="0039069E">
              <w:rPr>
                <w:sz w:val="20"/>
                <w:szCs w:val="20"/>
              </w:rPr>
              <w:t xml:space="preserve"> </w:t>
            </w:r>
            <w:r w:rsidRPr="0039069E">
              <w:rPr>
                <w:sz w:val="20"/>
                <w:szCs w:val="20"/>
              </w:rPr>
              <w:br/>
              <w:t>freie Fallhöhe max. 60 cm</w:t>
            </w:r>
            <w:r w:rsidR="00A8606C" w:rsidRPr="0039069E">
              <w:rPr>
                <w:sz w:val="20"/>
                <w:szCs w:val="20"/>
              </w:rPr>
              <w:t>,</w:t>
            </w:r>
          </w:p>
          <w:p w:rsidR="00CF5102" w:rsidRDefault="00231EB1" w:rsidP="00231EB1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g</w:t>
            </w:r>
            <w:r w:rsidR="00CF5102" w:rsidRPr="0039069E">
              <w:rPr>
                <w:sz w:val="20"/>
                <w:szCs w:val="20"/>
              </w:rPr>
              <w:t>gf. Schutz vor Witterung</w:t>
            </w:r>
          </w:p>
          <w:p w:rsidR="00A32F43" w:rsidRDefault="00A32F43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Postversand/Paketdienst:</w:t>
            </w:r>
            <w:r>
              <w:rPr>
                <w:sz w:val="20"/>
                <w:szCs w:val="20"/>
              </w:rPr>
              <w:br/>
              <w:t>Empfehlungen zum Versand und ggf. Verpackungshilfen stehen zur Verfügung</w:t>
            </w:r>
          </w:p>
          <w:p w:rsidR="00A32F43" w:rsidRDefault="00A32F43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Persönliche Übergabe:</w:t>
            </w:r>
            <w:r>
              <w:rPr>
                <w:sz w:val="20"/>
                <w:szCs w:val="20"/>
              </w:rPr>
              <w:br/>
              <w:t>schadenfreie Ablage der Geräte</w:t>
            </w:r>
          </w:p>
          <w:p w:rsidR="00A32F43" w:rsidRDefault="00A32F43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Transport:</w:t>
            </w:r>
            <w:r>
              <w:rPr>
                <w:sz w:val="20"/>
                <w:szCs w:val="20"/>
              </w:rPr>
              <w:br/>
              <w:t xml:space="preserve">Einhaltung relevanter Vorschriften </w:t>
            </w:r>
            <w:r w:rsidRPr="00A32F43">
              <w:rPr>
                <w:sz w:val="20"/>
                <w:szCs w:val="20"/>
              </w:rPr>
              <w:t>für den Transport von Gefahrgut gemäß GGBefG sowie GGVSEB</w:t>
            </w:r>
            <w:r>
              <w:rPr>
                <w:sz w:val="20"/>
                <w:szCs w:val="20"/>
              </w:rPr>
              <w:t xml:space="preserve"> und schonender Transport gemäß </w:t>
            </w:r>
            <w:r>
              <w:rPr>
                <w:sz w:val="20"/>
                <w:szCs w:val="20"/>
              </w:rPr>
              <w:br/>
              <w:t>Abschnitt 3.3</w:t>
            </w:r>
          </w:p>
          <w:p w:rsidR="00A32F43" w:rsidRDefault="00A32F43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Schutzverpackungen:</w:t>
            </w:r>
            <w:r>
              <w:rPr>
                <w:sz w:val="20"/>
                <w:szCs w:val="20"/>
              </w:rPr>
              <w:br/>
            </w:r>
            <w:r w:rsidRPr="00614300">
              <w:rPr>
                <w:sz w:val="20"/>
                <w:szCs w:val="20"/>
              </w:rPr>
              <w:t>umweltfreundliche Gestaltung</w:t>
            </w:r>
            <w:r>
              <w:rPr>
                <w:sz w:val="20"/>
                <w:szCs w:val="20"/>
              </w:rPr>
              <w:t xml:space="preserve"> gemäß </w:t>
            </w:r>
            <w:r>
              <w:rPr>
                <w:sz w:val="20"/>
                <w:szCs w:val="20"/>
              </w:rPr>
              <w:br/>
              <w:t>Abschnitt 3.3</w:t>
            </w:r>
          </w:p>
          <w:p w:rsidR="00A32F43" w:rsidRPr="0039069E" w:rsidRDefault="00A32F43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Qualitätssicherung:</w:t>
            </w:r>
            <w:r>
              <w:rPr>
                <w:sz w:val="20"/>
                <w:szCs w:val="20"/>
              </w:rPr>
              <w:br/>
              <w:t xml:space="preserve">Information der beteiligten Organisationen und Personen gemäß </w:t>
            </w:r>
            <w:r>
              <w:rPr>
                <w:sz w:val="20"/>
                <w:szCs w:val="20"/>
              </w:rPr>
              <w:br/>
              <w:t>Abschnitt 3.3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9B3828" w:rsidRPr="0039069E" w:rsidRDefault="009B3828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lastRenderedPageBreak/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B3828" w:rsidRPr="0039069E" w:rsidRDefault="009B3828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CA30B6" w:rsidRPr="00A32F43" w:rsidRDefault="00A32F43" w:rsidP="00A32F4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Falls zutreffend:</w:t>
            </w:r>
          </w:p>
          <w:p w:rsidR="00A32F43" w:rsidRPr="008D045D" w:rsidRDefault="00275728" w:rsidP="00A53CF4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8D045D">
              <w:rPr>
                <w:sz w:val="20"/>
                <w:szCs w:val="20"/>
              </w:rPr>
              <w:t>Bemaßte Zeichnungen, ggf. ergänzende Fotos und Anga</w:t>
            </w:r>
            <w:r w:rsidR="00B50B74" w:rsidRPr="008D045D">
              <w:rPr>
                <w:sz w:val="20"/>
                <w:szCs w:val="20"/>
              </w:rPr>
              <w:t>be der Aufstellungsorte</w:t>
            </w:r>
            <w:r w:rsidR="0039069E" w:rsidRPr="008D045D">
              <w:rPr>
                <w:sz w:val="20"/>
                <w:szCs w:val="20"/>
              </w:rPr>
              <w:t xml:space="preserve"> der Sammelboxen</w:t>
            </w:r>
            <w:r w:rsidR="008D045D">
              <w:rPr>
                <w:sz w:val="20"/>
                <w:szCs w:val="20"/>
              </w:rPr>
              <w:t>,</w:t>
            </w:r>
            <w:r w:rsidR="008D045D" w:rsidRPr="008D045D">
              <w:rPr>
                <w:sz w:val="20"/>
                <w:szCs w:val="20"/>
              </w:rPr>
              <w:t xml:space="preserve"> </w:t>
            </w:r>
            <w:r w:rsidR="008D045D">
              <w:rPr>
                <w:sz w:val="20"/>
                <w:szCs w:val="20"/>
              </w:rPr>
              <w:br/>
            </w:r>
            <w:r w:rsidR="00A32F43" w:rsidRPr="008D045D">
              <w:rPr>
                <w:sz w:val="20"/>
                <w:szCs w:val="20"/>
              </w:rPr>
              <w:t>Kopie der Verpackung</w:t>
            </w:r>
            <w:r w:rsidR="008D045D">
              <w:rPr>
                <w:sz w:val="20"/>
                <w:szCs w:val="20"/>
              </w:rPr>
              <w:softHyphen/>
            </w:r>
            <w:r w:rsidR="00A32F43" w:rsidRPr="008D045D">
              <w:rPr>
                <w:sz w:val="20"/>
                <w:szCs w:val="20"/>
              </w:rPr>
              <w:t>sempfehlung für den Versand per Post oder per Paketdienst</w:t>
            </w:r>
            <w:r w:rsidR="00E97FEE" w:rsidRPr="008D045D">
              <w:rPr>
                <w:sz w:val="20"/>
                <w:szCs w:val="20"/>
              </w:rPr>
              <w:br/>
            </w:r>
          </w:p>
          <w:p w:rsidR="00FF59CB" w:rsidRPr="00A32F43" w:rsidRDefault="00A32F43" w:rsidP="008D045D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Nachweise zur Einhaltung der relevanten Vorschriften gemäß </w:t>
            </w:r>
            <w:r w:rsidRPr="00A32F43">
              <w:rPr>
                <w:sz w:val="20"/>
                <w:szCs w:val="20"/>
              </w:rPr>
              <w:t xml:space="preserve">GGBefG </w:t>
            </w:r>
            <w:r>
              <w:rPr>
                <w:sz w:val="20"/>
                <w:szCs w:val="20"/>
              </w:rPr>
              <w:t>und</w:t>
            </w:r>
            <w:r w:rsidRPr="00A32F43">
              <w:rPr>
                <w:sz w:val="20"/>
                <w:szCs w:val="20"/>
              </w:rPr>
              <w:t xml:space="preserve"> GGVSEB</w:t>
            </w:r>
            <w:r w:rsidR="008D045D">
              <w:rPr>
                <w:sz w:val="20"/>
                <w:szCs w:val="20"/>
              </w:rPr>
              <w:t>,</w:t>
            </w:r>
            <w:r w:rsidR="00E97FEE">
              <w:rPr>
                <w:sz w:val="20"/>
                <w:szCs w:val="20"/>
              </w:rPr>
              <w:br/>
            </w:r>
            <w:r w:rsidR="008261FB" w:rsidRPr="008261FB">
              <w:rPr>
                <w:sz w:val="20"/>
                <w:szCs w:val="20"/>
              </w:rPr>
              <w:t>Kopie der Arbeits</w:t>
            </w:r>
            <w:r w:rsidR="008D045D">
              <w:rPr>
                <w:sz w:val="20"/>
                <w:szCs w:val="20"/>
              </w:rPr>
              <w:softHyphen/>
            </w:r>
            <w:r w:rsidR="008261FB" w:rsidRPr="008261FB">
              <w:rPr>
                <w:sz w:val="20"/>
                <w:szCs w:val="20"/>
              </w:rPr>
              <w:t>anwe</w:t>
            </w:r>
            <w:r w:rsidR="008261FB">
              <w:rPr>
                <w:sz w:val="20"/>
                <w:szCs w:val="20"/>
              </w:rPr>
              <w:t>isungen für den Personenkreis</w:t>
            </w:r>
            <w:r w:rsidR="008261FB" w:rsidRPr="008261FB">
              <w:rPr>
                <w:sz w:val="20"/>
                <w:szCs w:val="20"/>
              </w:rPr>
              <w:t xml:space="preserve">, der die </w:t>
            </w:r>
            <w:r w:rsidR="008261FB" w:rsidRPr="008261FB">
              <w:rPr>
                <w:sz w:val="20"/>
                <w:szCs w:val="20"/>
              </w:rPr>
              <w:lastRenderedPageBreak/>
              <w:t>Rücknahme und die Beförderung durchführt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9B3828" w:rsidRDefault="009B3828" w:rsidP="00E97FE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 w:rsidR="00275728" w:rsidRPr="0039069E">
              <w:rPr>
                <w:sz w:val="20"/>
                <w:szCs w:val="20"/>
              </w:rPr>
              <w:t>(Anlage 3</w:t>
            </w:r>
            <w:r w:rsidRPr="0039069E">
              <w:rPr>
                <w:sz w:val="20"/>
                <w:szCs w:val="20"/>
              </w:rPr>
              <w:t>)</w:t>
            </w:r>
          </w:p>
          <w:p w:rsidR="00E97FEE" w:rsidRDefault="00E97FEE" w:rsidP="008D045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="008D045D">
              <w:br/>
            </w:r>
            <w:r w:rsidR="008D045D"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  <w:p w:rsidR="00E97FEE" w:rsidRPr="00E97FEE" w:rsidRDefault="00E97FEE" w:rsidP="008D045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 w:rsidR="00CD1E90">
              <w:rPr>
                <w:sz w:val="20"/>
                <w:szCs w:val="20"/>
              </w:rPr>
              <w:t>(Anlage 4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9B3828" w:rsidRPr="007508FE" w:rsidTr="003E6B5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B3828" w:rsidRPr="0073725B" w:rsidRDefault="009B3828" w:rsidP="00A42DE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B3828" w:rsidRPr="0073725B" w:rsidRDefault="009B3828" w:rsidP="00A42D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3828" w:rsidRPr="0073725B" w:rsidRDefault="009B3828" w:rsidP="00A42D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B3828" w:rsidRPr="0073725B" w:rsidRDefault="009B3828" w:rsidP="00A42D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B3828" w:rsidRPr="0073725B" w:rsidRDefault="009B3828" w:rsidP="00A42DE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B3828" w:rsidRPr="0073725B" w:rsidRDefault="009B3828" w:rsidP="00A42D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B3828" w:rsidRPr="0073725B" w:rsidRDefault="009B3828" w:rsidP="00A42DE2">
            <w:pPr>
              <w:tabs>
                <w:tab w:val="left" w:pos="7938"/>
              </w:tabs>
              <w:spacing w:before="20" w:after="20"/>
            </w:pPr>
          </w:p>
        </w:tc>
      </w:tr>
      <w:tr w:rsidR="009B3828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B3828" w:rsidRPr="0073725B" w:rsidRDefault="00ED21B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D21BE" w:rsidRDefault="00ED21BE" w:rsidP="0084293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D21BE">
              <w:rPr>
                <w:sz w:val="20"/>
                <w:szCs w:val="20"/>
              </w:rPr>
              <w:t xml:space="preserve">Registrierung </w:t>
            </w:r>
          </w:p>
          <w:p w:rsidR="009B3828" w:rsidRPr="0073725B" w:rsidRDefault="00ED21BE" w:rsidP="0084293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D21BE">
              <w:rPr>
                <w:sz w:val="20"/>
                <w:szCs w:val="20"/>
              </w:rPr>
              <w:t>der Geräte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3828" w:rsidRPr="0073725B" w:rsidRDefault="00626D92" w:rsidP="00AD588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Eindeutige R</w:t>
            </w:r>
            <w:r w:rsidR="00AD5880">
              <w:rPr>
                <w:sz w:val="20"/>
                <w:szCs w:val="20"/>
              </w:rPr>
              <w:t>egistrierung jedes</w:t>
            </w:r>
            <w:r>
              <w:rPr>
                <w:sz w:val="20"/>
                <w:szCs w:val="20"/>
              </w:rPr>
              <w:t xml:space="preserve"> Geräte</w:t>
            </w:r>
            <w:r w:rsidR="00AD5880">
              <w:rPr>
                <w:sz w:val="20"/>
                <w:szCs w:val="20"/>
              </w:rPr>
              <w:t>s anhand seiner IMEI</w:t>
            </w:r>
            <w:r w:rsidR="00CA30B6">
              <w:rPr>
                <w:sz w:val="20"/>
                <w:szCs w:val="20"/>
              </w:rPr>
              <w:t xml:space="preserve"> oder ggf. anderer Gerätenummer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B3828" w:rsidRPr="0073725B" w:rsidRDefault="00626D92" w:rsidP="0023465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B3828" w:rsidRPr="0073725B" w:rsidRDefault="009B3828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B3828" w:rsidRPr="0073725B" w:rsidRDefault="001D507F" w:rsidP="00CA16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B3828" w:rsidRPr="0073725B" w:rsidRDefault="00211102" w:rsidP="00787B06">
            <w:pPr>
              <w:tabs>
                <w:tab w:val="left" w:pos="7938"/>
              </w:tabs>
              <w:spacing w:before="20" w:after="20"/>
            </w:pPr>
            <w:r>
              <w:t>--</w:t>
            </w:r>
          </w:p>
        </w:tc>
      </w:tr>
      <w:tr w:rsidR="00A26CDF" w:rsidRPr="007508FE" w:rsidTr="00EB782D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26CDF" w:rsidRPr="0073725B" w:rsidRDefault="00A26CDF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26CDF" w:rsidRPr="0073725B" w:rsidRDefault="00A26CDF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26CDF" w:rsidRPr="0073725B" w:rsidRDefault="00A26CDF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A26CDF" w:rsidRPr="0073725B" w:rsidRDefault="00A26CDF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26CDF" w:rsidRPr="0073725B" w:rsidRDefault="00A26CDF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26CDF" w:rsidRPr="0073725B" w:rsidRDefault="00A26CDF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26CDF" w:rsidRPr="0073725B" w:rsidRDefault="00A26CDF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54332D" w:rsidRPr="007508FE" w:rsidTr="0054332D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2D" w:rsidRPr="00A42DE2" w:rsidRDefault="0054332D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2D" w:rsidRPr="00A42DE2" w:rsidRDefault="0054332D" w:rsidP="00ED2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2D" w:rsidRPr="0054332D" w:rsidRDefault="0054332D" w:rsidP="0054332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4332D" w:rsidRPr="00A42DE2" w:rsidRDefault="0054332D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4332D" w:rsidRPr="00A42DE2" w:rsidRDefault="0054332D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2D" w:rsidRPr="0054332D" w:rsidRDefault="0054332D" w:rsidP="0054332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32D" w:rsidRPr="00A42DE2" w:rsidRDefault="0054332D" w:rsidP="00C71EA5">
            <w:pPr>
              <w:tabs>
                <w:tab w:val="left" w:pos="7938"/>
              </w:tabs>
              <w:spacing w:before="20" w:after="20"/>
            </w:pPr>
          </w:p>
        </w:tc>
      </w:tr>
      <w:tr w:rsidR="00A26CDF" w:rsidRPr="007508FE" w:rsidTr="0054332D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CDF" w:rsidRPr="00A42DE2" w:rsidRDefault="0057680E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A42DE2"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CDF" w:rsidRPr="00A42DE2" w:rsidRDefault="00ED21BE" w:rsidP="00ED2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2DE2">
              <w:rPr>
                <w:sz w:val="20"/>
                <w:szCs w:val="20"/>
              </w:rPr>
              <w:t>Datensicherheit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AE5" w:rsidRPr="00AB5AE5" w:rsidRDefault="00C71EA5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A42DE2">
              <w:rPr>
                <w:b/>
                <w:sz w:val="20"/>
                <w:szCs w:val="20"/>
              </w:rPr>
              <w:t>Schutz gegen Diebstahl/ unbefugten Zugang:</w:t>
            </w:r>
            <w:r w:rsidRPr="00A42DE2">
              <w:rPr>
                <w:sz w:val="20"/>
                <w:szCs w:val="20"/>
              </w:rPr>
              <w:br/>
            </w:r>
            <w:r w:rsidR="00670DA3">
              <w:rPr>
                <w:sz w:val="20"/>
                <w:szCs w:val="20"/>
              </w:rPr>
              <w:t>gemäß Abschnitt 3.5</w:t>
            </w:r>
            <w:r w:rsidR="00AB5AE5">
              <w:rPr>
                <w:sz w:val="20"/>
                <w:szCs w:val="20"/>
              </w:rPr>
              <w:br/>
            </w:r>
          </w:p>
          <w:p w:rsidR="00670DA3" w:rsidRPr="00C836FA" w:rsidRDefault="00670DA3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C71EA5">
              <w:rPr>
                <w:b/>
                <w:sz w:val="20"/>
                <w:szCs w:val="20"/>
              </w:rPr>
              <w:t>Hinweis zur Datenlöschung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  <w:t>Hinweis an den Letztbesitzer, alle persönlichen Daten zu löschen und Speicherkarten zu entfernen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CDF" w:rsidRPr="00A42DE2" w:rsidRDefault="00A26CDF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2DE2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CDF" w:rsidRPr="00A42DE2" w:rsidRDefault="00A26CDF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A42DE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DE2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A42DE2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1AF4" w:rsidRDefault="00167FD7" w:rsidP="00A53CF4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Beschreibung der entsprechenden Maßnahmen gegen Diebstahl/unbefugten Zugang und Kopie der Arbeitsanweisung</w:t>
            </w:r>
            <w:r w:rsidR="0054332D">
              <w:rPr>
                <w:sz w:val="20"/>
                <w:szCs w:val="20"/>
              </w:rPr>
              <w:br/>
            </w:r>
          </w:p>
          <w:p w:rsidR="00167FD7" w:rsidRPr="00C836FA" w:rsidRDefault="00167FD7" w:rsidP="00AA1511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Foto </w:t>
            </w:r>
            <w:r w:rsidR="00AA1511">
              <w:rPr>
                <w:sz w:val="20"/>
                <w:szCs w:val="20"/>
              </w:rPr>
              <w:t>der Hinweise</w:t>
            </w:r>
            <w:r>
              <w:rPr>
                <w:sz w:val="20"/>
                <w:szCs w:val="20"/>
              </w:rPr>
              <w:t xml:space="preserve"> an Letztbesitzer</w:t>
            </w:r>
            <w:r w:rsidR="00C836FA">
              <w:rPr>
                <w:sz w:val="20"/>
                <w:szCs w:val="20"/>
              </w:rPr>
              <w:t>, Internetadresse: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EA5" w:rsidRPr="0073725B" w:rsidRDefault="00A26CDF" w:rsidP="00C71EA5">
            <w:pPr>
              <w:tabs>
                <w:tab w:val="left" w:pos="7938"/>
              </w:tabs>
              <w:spacing w:before="20" w:after="20"/>
            </w:pPr>
            <w:r w:rsidRPr="00A42DE2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2DE2">
              <w:instrText xml:space="preserve"> FORMTEXT </w:instrText>
            </w:r>
            <w:r w:rsidRPr="00A42DE2">
              <w:fldChar w:fldCharType="separate"/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fldChar w:fldCharType="end"/>
            </w:r>
            <w:r w:rsidRPr="00A42DE2">
              <w:br/>
            </w:r>
            <w:r w:rsidRPr="00A42DE2">
              <w:rPr>
                <w:sz w:val="20"/>
                <w:szCs w:val="20"/>
              </w:rPr>
              <w:t>(</w:t>
            </w:r>
            <w:r w:rsidR="0054332D">
              <w:rPr>
                <w:sz w:val="20"/>
                <w:szCs w:val="20"/>
              </w:rPr>
              <w:t xml:space="preserve">Anlage </w:t>
            </w:r>
            <w:r w:rsidR="00CD1E90">
              <w:rPr>
                <w:sz w:val="20"/>
                <w:szCs w:val="20"/>
              </w:rPr>
              <w:t>5</w:t>
            </w:r>
            <w:r w:rsidRPr="00A42DE2">
              <w:rPr>
                <w:sz w:val="20"/>
                <w:szCs w:val="20"/>
              </w:rPr>
              <w:t>)</w:t>
            </w:r>
            <w:r w:rsidR="00BB154D">
              <w:rPr>
                <w:sz w:val="20"/>
                <w:szCs w:val="20"/>
              </w:rPr>
              <w:br/>
            </w:r>
            <w:r w:rsidR="00BB154D">
              <w:rPr>
                <w:sz w:val="20"/>
                <w:szCs w:val="20"/>
              </w:rPr>
              <w:br/>
            </w:r>
            <w:r w:rsidR="00BB154D">
              <w:rPr>
                <w:sz w:val="20"/>
                <w:szCs w:val="20"/>
              </w:rPr>
              <w:br/>
            </w:r>
            <w:r w:rsidR="00BB154D">
              <w:rPr>
                <w:sz w:val="20"/>
                <w:szCs w:val="20"/>
              </w:rPr>
              <w:br/>
            </w:r>
            <w:r w:rsidR="00BB154D">
              <w:rPr>
                <w:sz w:val="20"/>
                <w:szCs w:val="20"/>
              </w:rPr>
              <w:br/>
            </w:r>
          </w:p>
          <w:p w:rsidR="00912712" w:rsidRPr="0073725B" w:rsidRDefault="00BB154D" w:rsidP="00CD1E90">
            <w:pPr>
              <w:tabs>
                <w:tab w:val="left" w:pos="7938"/>
              </w:tabs>
              <w:spacing w:before="20" w:after="20"/>
            </w:pPr>
            <w:r w:rsidRPr="00A42DE2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2DE2">
              <w:instrText xml:space="preserve"> FORMTEXT </w:instrText>
            </w:r>
            <w:r w:rsidRPr="00A42DE2">
              <w:fldChar w:fldCharType="separate"/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fldChar w:fldCharType="end"/>
            </w:r>
            <w:r w:rsidRPr="00A42DE2">
              <w:br/>
            </w:r>
            <w:r w:rsidRPr="00A42DE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Anlage </w:t>
            </w:r>
            <w:r w:rsidR="00CD1E90">
              <w:rPr>
                <w:sz w:val="20"/>
                <w:szCs w:val="20"/>
              </w:rPr>
              <w:t>6</w:t>
            </w:r>
            <w:r w:rsidRPr="00A42DE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r w:rsidR="00167E9F">
              <w:t>www.</w:t>
            </w:r>
            <w:r w:rsidR="00F1374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742">
              <w:instrText xml:space="preserve"> FORMTEXT </w:instrText>
            </w:r>
            <w:r w:rsidR="00F13742">
              <w:fldChar w:fldCharType="separate"/>
            </w:r>
            <w:r w:rsidR="00F13742">
              <w:rPr>
                <w:noProof/>
              </w:rPr>
              <w:t> </w:t>
            </w:r>
            <w:r w:rsidR="00F13742">
              <w:rPr>
                <w:noProof/>
              </w:rPr>
              <w:t> </w:t>
            </w:r>
            <w:r w:rsidR="00F13742">
              <w:rPr>
                <w:noProof/>
              </w:rPr>
              <w:t> </w:t>
            </w:r>
            <w:r w:rsidR="00F13742">
              <w:rPr>
                <w:noProof/>
              </w:rPr>
              <w:t> </w:t>
            </w:r>
            <w:r w:rsidR="00F13742">
              <w:rPr>
                <w:noProof/>
              </w:rPr>
              <w:t> </w:t>
            </w:r>
            <w:r w:rsidR="00F13742">
              <w:fldChar w:fldCharType="end"/>
            </w:r>
            <w:r w:rsidR="00F13742">
              <w:br/>
            </w:r>
            <w:r w:rsidR="00F1374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742">
              <w:instrText xml:space="preserve"> FORMTEXT </w:instrText>
            </w:r>
            <w:r w:rsidR="00F13742">
              <w:fldChar w:fldCharType="separate"/>
            </w:r>
            <w:r w:rsidR="00F13742">
              <w:rPr>
                <w:noProof/>
              </w:rPr>
              <w:t> </w:t>
            </w:r>
            <w:r w:rsidR="00F13742">
              <w:rPr>
                <w:noProof/>
              </w:rPr>
              <w:t> </w:t>
            </w:r>
            <w:r w:rsidR="00F13742">
              <w:rPr>
                <w:noProof/>
              </w:rPr>
              <w:t> </w:t>
            </w:r>
            <w:r w:rsidR="00F13742">
              <w:rPr>
                <w:noProof/>
              </w:rPr>
              <w:t> </w:t>
            </w:r>
            <w:r w:rsidR="00F13742">
              <w:rPr>
                <w:noProof/>
              </w:rPr>
              <w:t> </w:t>
            </w:r>
            <w:r w:rsidR="00F13742">
              <w:fldChar w:fldCharType="end"/>
            </w:r>
          </w:p>
        </w:tc>
      </w:tr>
      <w:tr w:rsidR="00AB5AE5" w:rsidRPr="007508FE" w:rsidTr="0054332D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AE5" w:rsidRPr="00A42DE2" w:rsidRDefault="00AB5AE5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AE5" w:rsidRPr="00A42DE2" w:rsidRDefault="00AB5AE5" w:rsidP="00ED2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AE5" w:rsidRPr="002265B5" w:rsidRDefault="00AB5AE5" w:rsidP="002265B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5AE5" w:rsidRPr="00A42DE2" w:rsidRDefault="00AB5AE5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AE5" w:rsidRPr="00A42DE2" w:rsidRDefault="00AB5AE5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AE5" w:rsidRPr="002265B5" w:rsidRDefault="00AB5AE5" w:rsidP="002265B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AE5" w:rsidRPr="00A42DE2" w:rsidRDefault="00AB5AE5" w:rsidP="00C71EA5">
            <w:pPr>
              <w:tabs>
                <w:tab w:val="left" w:pos="7938"/>
              </w:tabs>
              <w:spacing w:before="20" w:after="20"/>
            </w:pPr>
          </w:p>
        </w:tc>
      </w:tr>
      <w:tr w:rsidR="002265B5" w:rsidRPr="007508FE" w:rsidTr="0054332D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65B5" w:rsidRPr="00A42DE2" w:rsidRDefault="002265B5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65B5" w:rsidRPr="00A42DE2" w:rsidRDefault="002265B5" w:rsidP="00ED2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65B5" w:rsidRPr="002265B5" w:rsidRDefault="002265B5" w:rsidP="002265B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65B5" w:rsidRPr="00A42DE2" w:rsidRDefault="002265B5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65B5" w:rsidRPr="00A42DE2" w:rsidRDefault="002265B5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65B5" w:rsidRPr="002265B5" w:rsidRDefault="002265B5" w:rsidP="002265B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65B5" w:rsidRPr="00A42DE2" w:rsidRDefault="002265B5" w:rsidP="00C71EA5">
            <w:pPr>
              <w:tabs>
                <w:tab w:val="left" w:pos="7938"/>
              </w:tabs>
              <w:spacing w:before="20" w:after="20"/>
            </w:pPr>
          </w:p>
        </w:tc>
      </w:tr>
      <w:tr w:rsidR="00C836FA" w:rsidRPr="007508FE" w:rsidTr="00EB782D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FA" w:rsidRPr="00A42DE2" w:rsidRDefault="00C836FA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FA" w:rsidRPr="00A42DE2" w:rsidRDefault="00C836FA" w:rsidP="00ED21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FA" w:rsidRPr="00C836FA" w:rsidRDefault="00C836FA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Datenlöschung: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gemäß Abschnitt 3.5</w:t>
            </w:r>
            <w:r w:rsidR="00AB5AE5">
              <w:rPr>
                <w:sz w:val="20"/>
                <w:szCs w:val="20"/>
              </w:rPr>
              <w:br/>
            </w:r>
          </w:p>
          <w:p w:rsidR="00C836FA" w:rsidRPr="00A42DE2" w:rsidRDefault="00C836FA" w:rsidP="00A53CF4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Datenlöschprotokolle: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Anfertigung und Archivierung von Datenlöschprotokollen, die ggf. zur Verfügung gestellt werden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836FA" w:rsidRPr="00A42DE2" w:rsidRDefault="00C836FA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6FA" w:rsidRPr="00A42DE2" w:rsidRDefault="00C836FA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FA" w:rsidRDefault="00C836FA" w:rsidP="00A53CF4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Benennung der </w:t>
            </w:r>
            <w:r w:rsidRPr="00D028E8">
              <w:rPr>
                <w:sz w:val="20"/>
                <w:szCs w:val="20"/>
              </w:rPr>
              <w:t>verwendeten Datenlösch</w:t>
            </w:r>
            <w:r>
              <w:rPr>
                <w:sz w:val="20"/>
                <w:szCs w:val="20"/>
              </w:rPr>
              <w:softHyphen/>
            </w:r>
            <w:r w:rsidRPr="00D028E8">
              <w:rPr>
                <w:sz w:val="20"/>
                <w:szCs w:val="20"/>
              </w:rPr>
              <w:t xml:space="preserve">verfahren, </w:t>
            </w:r>
            <w:r>
              <w:rPr>
                <w:sz w:val="20"/>
                <w:szCs w:val="20"/>
              </w:rPr>
              <w:t>der</w:t>
            </w:r>
            <w:r w:rsidRPr="00D028E8">
              <w:rPr>
                <w:sz w:val="20"/>
                <w:szCs w:val="20"/>
              </w:rPr>
              <w:t xml:space="preserve"> verwendete</w:t>
            </w:r>
            <w:r>
              <w:rPr>
                <w:sz w:val="20"/>
                <w:szCs w:val="20"/>
              </w:rPr>
              <w:t>n</w:t>
            </w:r>
            <w:r w:rsidRPr="00D028E8">
              <w:rPr>
                <w:sz w:val="20"/>
                <w:szCs w:val="20"/>
              </w:rPr>
              <w:t xml:space="preserve"> </w:t>
            </w:r>
            <w:r w:rsidRPr="00D028E8">
              <w:rPr>
                <w:sz w:val="20"/>
                <w:szCs w:val="20"/>
              </w:rPr>
              <w:lastRenderedPageBreak/>
              <w:t xml:space="preserve">Software und </w:t>
            </w:r>
            <w:r>
              <w:rPr>
                <w:sz w:val="20"/>
                <w:szCs w:val="20"/>
              </w:rPr>
              <w:t>Beschreibung der</w:t>
            </w:r>
            <w:r w:rsidRPr="00D028E8">
              <w:rPr>
                <w:sz w:val="20"/>
                <w:szCs w:val="20"/>
              </w:rPr>
              <w:t xml:space="preserve"> einzelnen Verfahrensschritte </w:t>
            </w:r>
            <w:r>
              <w:rPr>
                <w:sz w:val="20"/>
                <w:szCs w:val="20"/>
              </w:rPr>
              <w:t>sowie drei Löschprotokolle unterschiedlicher Geräte</w:t>
            </w:r>
            <w:r>
              <w:rPr>
                <w:sz w:val="20"/>
                <w:szCs w:val="20"/>
              </w:rPr>
              <w:br/>
            </w:r>
          </w:p>
          <w:p w:rsidR="00C836FA" w:rsidRDefault="00C836FA" w:rsidP="00A53CF4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54332D">
              <w:rPr>
                <w:sz w:val="20"/>
                <w:szCs w:val="20"/>
              </w:rPr>
              <w:t>Zertifizierungsnachweis des Entsorgers nach DIN 66399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FA" w:rsidRPr="0073725B" w:rsidRDefault="00C836FA" w:rsidP="00C836FA">
            <w:pPr>
              <w:tabs>
                <w:tab w:val="left" w:pos="7938"/>
              </w:tabs>
              <w:spacing w:before="20" w:after="20"/>
            </w:pPr>
            <w:r w:rsidRPr="00A42DE2"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2DE2">
              <w:instrText xml:space="preserve"> FORMTEXT </w:instrText>
            </w:r>
            <w:r w:rsidRPr="00A42DE2">
              <w:fldChar w:fldCharType="separate"/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fldChar w:fldCharType="end"/>
            </w:r>
            <w:r w:rsidRPr="00A42DE2">
              <w:br/>
            </w:r>
            <w:r w:rsidRPr="00A42DE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Anlage </w:t>
            </w:r>
            <w:r w:rsidR="00CD1E90">
              <w:rPr>
                <w:sz w:val="20"/>
                <w:szCs w:val="20"/>
              </w:rPr>
              <w:t>7</w:t>
            </w:r>
            <w:r w:rsidRPr="00A42DE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  <w:p w:rsidR="00C836FA" w:rsidRPr="0073725B" w:rsidRDefault="00C836FA" w:rsidP="00C836FA">
            <w:pPr>
              <w:tabs>
                <w:tab w:val="left" w:pos="7938"/>
              </w:tabs>
              <w:spacing w:before="20" w:after="20"/>
            </w:pPr>
            <w:r w:rsidRPr="00A42DE2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2DE2">
              <w:instrText xml:space="preserve"> FORMTEXT </w:instrText>
            </w:r>
            <w:r w:rsidRPr="00A42DE2">
              <w:fldChar w:fldCharType="separate"/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fldChar w:fldCharType="end"/>
            </w:r>
            <w:r w:rsidRPr="00A42DE2">
              <w:br/>
            </w:r>
            <w:r w:rsidRPr="00A42DE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Anlage </w:t>
            </w:r>
            <w:r w:rsidR="00CD1E90">
              <w:rPr>
                <w:sz w:val="20"/>
                <w:szCs w:val="20"/>
              </w:rPr>
              <w:t>8</w:t>
            </w:r>
            <w:r w:rsidRPr="00A42DE2">
              <w:rPr>
                <w:sz w:val="20"/>
                <w:szCs w:val="20"/>
              </w:rPr>
              <w:t>)</w:t>
            </w:r>
          </w:p>
          <w:p w:rsidR="00C836FA" w:rsidRPr="00A42DE2" w:rsidRDefault="00C836FA" w:rsidP="00C71EA5">
            <w:pPr>
              <w:tabs>
                <w:tab w:val="left" w:pos="7938"/>
              </w:tabs>
              <w:spacing w:before="20" w:after="20"/>
            </w:pPr>
          </w:p>
        </w:tc>
      </w:tr>
      <w:tr w:rsidR="00C63658" w:rsidRPr="007508FE" w:rsidTr="00EB782D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58" w:rsidRPr="0073725B" w:rsidRDefault="00C63658" w:rsidP="00222C5C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58" w:rsidRPr="0073725B" w:rsidRDefault="00C63658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58" w:rsidRPr="00C836FA" w:rsidRDefault="00C63658" w:rsidP="00C836F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3658" w:rsidRPr="0073725B" w:rsidRDefault="00C63658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658" w:rsidRPr="0073725B" w:rsidRDefault="00C63658" w:rsidP="00222C5C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58" w:rsidRPr="0073725B" w:rsidRDefault="00C63658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58" w:rsidRPr="0073725B" w:rsidRDefault="00C63658" w:rsidP="00222C5C">
            <w:pPr>
              <w:tabs>
                <w:tab w:val="left" w:pos="7938"/>
              </w:tabs>
              <w:spacing w:before="20" w:after="20"/>
            </w:pPr>
          </w:p>
        </w:tc>
      </w:tr>
      <w:tr w:rsidR="00A26CDF" w:rsidRPr="007508FE" w:rsidTr="000A1AF4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A26CDF" w:rsidRPr="0073725B" w:rsidRDefault="00A26CDF" w:rsidP="00167FD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A26CDF" w:rsidRPr="0073725B" w:rsidRDefault="00A26CDF" w:rsidP="00167F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A26CDF" w:rsidRPr="0073725B" w:rsidRDefault="00A26CDF" w:rsidP="00167F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A26CDF" w:rsidRPr="0073725B" w:rsidRDefault="00A26CDF" w:rsidP="00167F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A26CDF" w:rsidRPr="0073725B" w:rsidRDefault="00A26CDF" w:rsidP="00167FD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A26CDF" w:rsidRPr="0073725B" w:rsidRDefault="00A26CDF" w:rsidP="00167FD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A26CDF" w:rsidRPr="0073725B" w:rsidRDefault="00A26CDF" w:rsidP="00167FD7">
            <w:pPr>
              <w:tabs>
                <w:tab w:val="left" w:pos="7938"/>
              </w:tabs>
              <w:spacing w:before="20" w:after="20"/>
            </w:pPr>
          </w:p>
        </w:tc>
      </w:tr>
      <w:tr w:rsidR="00A26CDF" w:rsidRPr="007508FE" w:rsidTr="00EB782D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26CDF" w:rsidRPr="00DB5A0F" w:rsidRDefault="00532791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DB5A0F">
              <w:rPr>
                <w:b/>
                <w:sz w:val="20"/>
                <w:szCs w:val="20"/>
              </w:rPr>
              <w:t>3.6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26CDF" w:rsidRPr="00DB5A0F" w:rsidRDefault="00532791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B5A0F">
              <w:rPr>
                <w:sz w:val="20"/>
                <w:szCs w:val="20"/>
              </w:rPr>
              <w:t>Prüfung der Geräte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E1410" w:rsidRPr="009E1410" w:rsidRDefault="009E1410" w:rsidP="009E141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jedem Gerät werden die Beurteilungskriterien und die genannten Prüf- und Bewertungsschritte durchgeführt, Prüfprotokolle erstellt und für zwei Jahre gespeichert und ggf. dem Letztbesitzer zur Verfügung gestellt.</w:t>
            </w:r>
            <w:r w:rsidR="003233CA">
              <w:rPr>
                <w:sz w:val="20"/>
                <w:szCs w:val="20"/>
              </w:rPr>
              <w:br/>
            </w:r>
          </w:p>
          <w:p w:rsidR="00A26CDF" w:rsidRPr="00DB5A0F" w:rsidRDefault="005B0280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B5A0F">
              <w:rPr>
                <w:sz w:val="20"/>
                <w:szCs w:val="20"/>
              </w:rPr>
              <w:t xml:space="preserve">Mindestens Sichtprüfung als </w:t>
            </w:r>
            <w:r w:rsidRPr="00DB5A0F">
              <w:rPr>
                <w:b/>
                <w:sz w:val="20"/>
                <w:szCs w:val="20"/>
              </w:rPr>
              <w:t>Eingangsprüfung</w:t>
            </w:r>
          </w:p>
          <w:p w:rsidR="005B0280" w:rsidRPr="00DB5A0F" w:rsidRDefault="005B0280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B5A0F">
              <w:rPr>
                <w:sz w:val="20"/>
                <w:szCs w:val="20"/>
              </w:rPr>
              <w:t xml:space="preserve">Anwendung eines dokumentierten </w:t>
            </w:r>
            <w:r w:rsidRPr="00DB5A0F">
              <w:rPr>
                <w:b/>
                <w:sz w:val="20"/>
                <w:szCs w:val="20"/>
              </w:rPr>
              <w:t>Prüfverfahrens</w:t>
            </w:r>
            <w:r w:rsidRPr="00DB5A0F">
              <w:rPr>
                <w:sz w:val="20"/>
                <w:szCs w:val="20"/>
              </w:rPr>
              <w:t xml:space="preserve"> bei jedem Gerät</w:t>
            </w:r>
            <w:r w:rsidR="000C212C">
              <w:rPr>
                <w:sz w:val="20"/>
                <w:szCs w:val="20"/>
              </w:rPr>
              <w:br/>
            </w:r>
          </w:p>
          <w:p w:rsidR="005B0280" w:rsidRDefault="005B0280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B5A0F">
              <w:rPr>
                <w:sz w:val="20"/>
                <w:szCs w:val="20"/>
              </w:rPr>
              <w:t xml:space="preserve">Beschreibung des </w:t>
            </w:r>
            <w:r w:rsidRPr="00DB5A0F">
              <w:rPr>
                <w:b/>
                <w:sz w:val="20"/>
                <w:szCs w:val="20"/>
              </w:rPr>
              <w:t>Prüfprozesses</w:t>
            </w:r>
            <w:r w:rsidRPr="00DB5A0F">
              <w:rPr>
                <w:sz w:val="20"/>
                <w:szCs w:val="20"/>
              </w:rPr>
              <w:t xml:space="preserve"> auf Webseite</w:t>
            </w:r>
          </w:p>
          <w:p w:rsidR="00EB782D" w:rsidRPr="00EB782D" w:rsidRDefault="00EB782D" w:rsidP="00EB782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B0280" w:rsidRPr="00DB5A0F" w:rsidRDefault="005B0280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B5A0F">
              <w:rPr>
                <w:b/>
                <w:sz w:val="20"/>
                <w:szCs w:val="20"/>
              </w:rPr>
              <w:lastRenderedPageBreak/>
              <w:t>Dokumentation</w:t>
            </w:r>
            <w:r w:rsidRPr="00DB5A0F">
              <w:rPr>
                <w:sz w:val="20"/>
                <w:szCs w:val="20"/>
              </w:rPr>
              <w:t xml:space="preserve"> und Archivierung der Prüfergebnisse</w:t>
            </w:r>
            <w:r w:rsidR="000E69CB" w:rsidRPr="00DB5A0F">
              <w:rPr>
                <w:sz w:val="20"/>
                <w:szCs w:val="20"/>
              </w:rPr>
              <w:t xml:space="preserve"> auf Basis der Kennzeichnun</w:t>
            </w:r>
            <w:r w:rsidR="00FB374B">
              <w:rPr>
                <w:sz w:val="20"/>
                <w:szCs w:val="20"/>
              </w:rPr>
              <w:t>g</w:t>
            </w:r>
            <w:r w:rsidR="000E69CB" w:rsidRPr="00DB5A0F">
              <w:rPr>
                <w:sz w:val="20"/>
                <w:szCs w:val="20"/>
              </w:rPr>
              <w:t>snummer</w:t>
            </w:r>
          </w:p>
          <w:p w:rsidR="005B0280" w:rsidRPr="00DB5A0F" w:rsidRDefault="000E69CB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B5A0F">
              <w:rPr>
                <w:sz w:val="20"/>
                <w:szCs w:val="20"/>
              </w:rPr>
              <w:t>Bereitstellung von</w:t>
            </w:r>
            <w:r w:rsidRPr="00DB5A0F">
              <w:rPr>
                <w:b/>
                <w:sz w:val="20"/>
                <w:szCs w:val="20"/>
              </w:rPr>
              <w:t xml:space="preserve"> </w:t>
            </w:r>
            <w:r w:rsidR="005B0280" w:rsidRPr="00DB5A0F">
              <w:rPr>
                <w:b/>
                <w:sz w:val="20"/>
                <w:szCs w:val="20"/>
              </w:rPr>
              <w:t>Information</w:t>
            </w:r>
            <w:r w:rsidR="005B0280" w:rsidRPr="00DB5A0F">
              <w:rPr>
                <w:sz w:val="20"/>
                <w:szCs w:val="20"/>
              </w:rPr>
              <w:t xml:space="preserve"> für Letztbesitzer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A26CDF" w:rsidRPr="00DB5A0F" w:rsidRDefault="00C836FA" w:rsidP="0073725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B5A0F">
              <w:rPr>
                <w:sz w:val="20"/>
                <w:szCs w:val="20"/>
              </w:rPr>
              <w:lastRenderedPageBreak/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26CDF" w:rsidRPr="00DB5A0F" w:rsidRDefault="00A26CDF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DB5A0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A0F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DB5A0F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26CDF" w:rsidRDefault="003233CA" w:rsidP="00A53CF4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3233CA">
              <w:rPr>
                <w:sz w:val="20"/>
                <w:szCs w:val="20"/>
              </w:rPr>
              <w:t>Liste mit Beschreibung der Prüf- und Bewertungsschritte;</w:t>
            </w:r>
            <w:r w:rsidRPr="003233CA">
              <w:rPr>
                <w:sz w:val="20"/>
                <w:szCs w:val="20"/>
              </w:rPr>
              <w:br/>
              <w:t>Benennung der angewendeten Beurteilungskriterien und deren Operationalisierung</w:t>
            </w:r>
            <w:r w:rsidR="00D67F7C">
              <w:rPr>
                <w:sz w:val="20"/>
                <w:szCs w:val="20"/>
              </w:rPr>
              <w:br/>
            </w:r>
            <w:r w:rsidR="00F120AE">
              <w:rPr>
                <w:sz w:val="20"/>
                <w:szCs w:val="20"/>
              </w:rPr>
              <w:t>sowie eine Protokollvorlage für die Prüfung der einzelnen Geräte</w:t>
            </w:r>
            <w:r w:rsidR="00F120AE">
              <w:rPr>
                <w:sz w:val="20"/>
                <w:szCs w:val="20"/>
              </w:rPr>
              <w:br/>
            </w:r>
          </w:p>
          <w:p w:rsidR="00D67F7C" w:rsidRDefault="00D67F7C" w:rsidP="00A53CF4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Ausweisung der Beurteilungskriterien im Internet:</w:t>
            </w:r>
            <w:r>
              <w:rPr>
                <w:sz w:val="20"/>
                <w:szCs w:val="20"/>
              </w:rPr>
              <w:br/>
            </w:r>
            <w:r w:rsidR="00032514">
              <w:rPr>
                <w:sz w:val="20"/>
                <w:szCs w:val="20"/>
              </w:rPr>
              <w:br/>
            </w:r>
          </w:p>
          <w:p w:rsidR="00032514" w:rsidRPr="00F120AE" w:rsidRDefault="00032514" w:rsidP="00F120A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26CDF" w:rsidRDefault="00C836FA" w:rsidP="00DB5A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B5A0F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B5A0F">
              <w:instrText xml:space="preserve"> FORMTEXT </w:instrText>
            </w:r>
            <w:r w:rsidRPr="00DB5A0F">
              <w:fldChar w:fldCharType="separate"/>
            </w:r>
            <w:r w:rsidRPr="00DB5A0F">
              <w:rPr>
                <w:noProof/>
              </w:rPr>
              <w:t> </w:t>
            </w:r>
            <w:r w:rsidRPr="00DB5A0F">
              <w:rPr>
                <w:noProof/>
              </w:rPr>
              <w:t> </w:t>
            </w:r>
            <w:r w:rsidRPr="00DB5A0F">
              <w:rPr>
                <w:noProof/>
              </w:rPr>
              <w:t> </w:t>
            </w:r>
            <w:r w:rsidRPr="00DB5A0F">
              <w:rPr>
                <w:noProof/>
              </w:rPr>
              <w:t> </w:t>
            </w:r>
            <w:r w:rsidRPr="00DB5A0F">
              <w:rPr>
                <w:noProof/>
              </w:rPr>
              <w:t> </w:t>
            </w:r>
            <w:r w:rsidRPr="00DB5A0F">
              <w:fldChar w:fldCharType="end"/>
            </w:r>
            <w:r w:rsidRPr="00DB5A0F">
              <w:br/>
            </w:r>
            <w:r w:rsidRPr="00DB5A0F">
              <w:rPr>
                <w:sz w:val="20"/>
                <w:szCs w:val="20"/>
              </w:rPr>
              <w:t xml:space="preserve">(Anlage </w:t>
            </w:r>
            <w:r w:rsidR="00586778">
              <w:rPr>
                <w:sz w:val="20"/>
                <w:szCs w:val="20"/>
              </w:rPr>
              <w:t>9</w:t>
            </w:r>
            <w:r w:rsidRPr="00DB5A0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2265B5">
              <w:rPr>
                <w:sz w:val="20"/>
                <w:szCs w:val="20"/>
              </w:rPr>
              <w:br/>
            </w:r>
            <w:r w:rsidR="002265B5">
              <w:rPr>
                <w:sz w:val="20"/>
                <w:szCs w:val="20"/>
              </w:rPr>
              <w:br/>
            </w:r>
            <w:r w:rsidR="002265B5">
              <w:rPr>
                <w:sz w:val="20"/>
                <w:szCs w:val="20"/>
              </w:rPr>
              <w:br/>
            </w:r>
            <w:r w:rsidR="002265B5">
              <w:rPr>
                <w:sz w:val="20"/>
                <w:szCs w:val="20"/>
              </w:rPr>
              <w:br/>
            </w:r>
            <w:r w:rsidR="002265B5">
              <w:rPr>
                <w:sz w:val="20"/>
                <w:szCs w:val="20"/>
              </w:rPr>
              <w:br/>
            </w:r>
            <w:r w:rsidR="002265B5">
              <w:rPr>
                <w:sz w:val="20"/>
                <w:szCs w:val="20"/>
              </w:rPr>
              <w:br/>
            </w:r>
            <w:r w:rsidR="00F120AE">
              <w:rPr>
                <w:sz w:val="20"/>
                <w:szCs w:val="20"/>
              </w:rPr>
              <w:br/>
            </w:r>
            <w:r w:rsidR="00F120AE">
              <w:rPr>
                <w:sz w:val="20"/>
                <w:szCs w:val="20"/>
              </w:rPr>
              <w:br/>
            </w:r>
            <w:r w:rsidR="00F120AE">
              <w:rPr>
                <w:sz w:val="20"/>
                <w:szCs w:val="20"/>
              </w:rPr>
              <w:br/>
            </w:r>
          </w:p>
          <w:p w:rsidR="00F120AE" w:rsidRPr="0073725B" w:rsidRDefault="00167E9F" w:rsidP="00F120AE">
            <w:pPr>
              <w:tabs>
                <w:tab w:val="left" w:pos="7938"/>
              </w:tabs>
              <w:spacing w:before="20" w:after="20"/>
            </w:pPr>
            <w:r>
              <w:t>www.</w:t>
            </w:r>
            <w:r w:rsidR="002265B5" w:rsidRPr="00DB5A0F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265B5" w:rsidRPr="00DB5A0F">
              <w:instrText xml:space="preserve"> FORMTEXT </w:instrText>
            </w:r>
            <w:r w:rsidR="002265B5" w:rsidRPr="00DB5A0F">
              <w:fldChar w:fldCharType="separate"/>
            </w:r>
            <w:r w:rsidR="002265B5" w:rsidRPr="00DB5A0F">
              <w:rPr>
                <w:noProof/>
              </w:rPr>
              <w:t> </w:t>
            </w:r>
            <w:r w:rsidR="002265B5" w:rsidRPr="00DB5A0F">
              <w:rPr>
                <w:noProof/>
              </w:rPr>
              <w:t> </w:t>
            </w:r>
            <w:r w:rsidR="002265B5" w:rsidRPr="00DB5A0F">
              <w:rPr>
                <w:noProof/>
              </w:rPr>
              <w:t> </w:t>
            </w:r>
            <w:r w:rsidR="002265B5" w:rsidRPr="00DB5A0F">
              <w:rPr>
                <w:noProof/>
              </w:rPr>
              <w:t> </w:t>
            </w:r>
            <w:r w:rsidR="002265B5" w:rsidRPr="00DB5A0F">
              <w:rPr>
                <w:noProof/>
              </w:rPr>
              <w:t> </w:t>
            </w:r>
            <w:r w:rsidR="002265B5" w:rsidRPr="00DB5A0F">
              <w:fldChar w:fldCharType="end"/>
            </w:r>
            <w:r w:rsidR="002265B5">
              <w:br/>
            </w:r>
            <w:r w:rsidR="002265B5" w:rsidRPr="00DB5A0F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265B5" w:rsidRPr="00DB5A0F">
              <w:instrText xml:space="preserve"> FORMTEXT </w:instrText>
            </w:r>
            <w:r w:rsidR="002265B5" w:rsidRPr="00DB5A0F">
              <w:fldChar w:fldCharType="separate"/>
            </w:r>
            <w:r w:rsidR="002265B5" w:rsidRPr="00DB5A0F">
              <w:rPr>
                <w:noProof/>
              </w:rPr>
              <w:t> </w:t>
            </w:r>
            <w:r w:rsidR="002265B5" w:rsidRPr="00DB5A0F">
              <w:rPr>
                <w:noProof/>
              </w:rPr>
              <w:t> </w:t>
            </w:r>
            <w:r w:rsidR="002265B5" w:rsidRPr="00DB5A0F">
              <w:rPr>
                <w:noProof/>
              </w:rPr>
              <w:t> </w:t>
            </w:r>
            <w:r w:rsidR="002265B5" w:rsidRPr="00DB5A0F">
              <w:rPr>
                <w:noProof/>
              </w:rPr>
              <w:t> </w:t>
            </w:r>
            <w:r w:rsidR="002265B5" w:rsidRPr="00DB5A0F">
              <w:rPr>
                <w:noProof/>
              </w:rPr>
              <w:t> </w:t>
            </w:r>
            <w:r w:rsidR="002265B5" w:rsidRPr="00DB5A0F">
              <w:fldChar w:fldCharType="end"/>
            </w:r>
            <w:r w:rsidR="00843D95">
              <w:br/>
            </w:r>
          </w:p>
          <w:p w:rsidR="00843D95" w:rsidRPr="0073725B" w:rsidRDefault="00843D95" w:rsidP="00DB5A0F">
            <w:pPr>
              <w:tabs>
                <w:tab w:val="left" w:pos="7938"/>
              </w:tabs>
              <w:spacing w:before="20" w:after="20"/>
            </w:pPr>
          </w:p>
        </w:tc>
      </w:tr>
      <w:tr w:rsidR="0073725B" w:rsidRPr="007508FE" w:rsidTr="00787B06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5C55C7" w:rsidRPr="007508FE" w:rsidTr="00787B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C55C7" w:rsidRPr="00A47EAD" w:rsidRDefault="009F1623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A47EAD">
              <w:rPr>
                <w:b/>
                <w:sz w:val="20"/>
                <w:szCs w:val="20"/>
              </w:rPr>
              <w:t>3.7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C55C7" w:rsidRPr="00A47EAD" w:rsidRDefault="009F1623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7EAD">
              <w:rPr>
                <w:sz w:val="20"/>
                <w:szCs w:val="20"/>
              </w:rPr>
              <w:t>Vorbereitung zur Wiederverwendung oder Vorbereitung zur weiteren Nutzung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C55C7" w:rsidRPr="00A47EAD" w:rsidRDefault="00787863" w:rsidP="00A53CF4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A47EAD">
              <w:rPr>
                <w:sz w:val="20"/>
                <w:szCs w:val="20"/>
              </w:rPr>
              <w:t xml:space="preserve">Aufarbeitende Organisation gemäß § 21 </w:t>
            </w:r>
            <w:proofErr w:type="spellStart"/>
            <w:r w:rsidRPr="00A47EAD">
              <w:rPr>
                <w:sz w:val="20"/>
                <w:szCs w:val="20"/>
              </w:rPr>
              <w:t>ElektroG</w:t>
            </w:r>
            <w:proofErr w:type="spellEnd"/>
            <w:r w:rsidRPr="00A47EAD">
              <w:rPr>
                <w:sz w:val="20"/>
                <w:szCs w:val="20"/>
              </w:rPr>
              <w:t xml:space="preserve"> als </w:t>
            </w:r>
            <w:r w:rsidRPr="00A47EAD">
              <w:rPr>
                <w:b/>
                <w:sz w:val="20"/>
                <w:szCs w:val="20"/>
              </w:rPr>
              <w:t>EBA</w:t>
            </w:r>
            <w:r w:rsidRPr="00A47EAD">
              <w:rPr>
                <w:sz w:val="20"/>
                <w:szCs w:val="20"/>
              </w:rPr>
              <w:t xml:space="preserve"> zertifiziert</w:t>
            </w:r>
          </w:p>
          <w:p w:rsidR="00CF7839" w:rsidRPr="00A47EAD" w:rsidRDefault="00CF7839" w:rsidP="00A53CF4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A47EAD">
              <w:rPr>
                <w:b/>
                <w:sz w:val="20"/>
                <w:szCs w:val="20"/>
              </w:rPr>
              <w:t>Prüfung und Reparatur</w:t>
            </w:r>
            <w:r w:rsidRPr="00A47EAD">
              <w:rPr>
                <w:sz w:val="20"/>
                <w:szCs w:val="20"/>
              </w:rPr>
              <w:t xml:space="preserve"> gemäß Abschnitt 3.7</w:t>
            </w:r>
          </w:p>
          <w:p w:rsidR="00CF7839" w:rsidRPr="00A47EAD" w:rsidRDefault="00CF7839" w:rsidP="00A53CF4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A47EAD">
              <w:rPr>
                <w:b/>
                <w:sz w:val="20"/>
                <w:szCs w:val="20"/>
              </w:rPr>
              <w:t xml:space="preserve">Qualitätskontrolle </w:t>
            </w:r>
            <w:r w:rsidRPr="00A47EAD">
              <w:rPr>
                <w:sz w:val="20"/>
                <w:szCs w:val="20"/>
              </w:rPr>
              <w:t>und Sicherheitsprüfung</w:t>
            </w:r>
            <w:r w:rsidR="00A11616" w:rsidRPr="00A47EAD">
              <w:rPr>
                <w:sz w:val="20"/>
                <w:szCs w:val="20"/>
              </w:rPr>
              <w:t xml:space="preserve"> in Prüfprotokoll dokumentiert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C55C7" w:rsidRPr="00A47EAD" w:rsidRDefault="005C55C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7EAD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C55C7" w:rsidRPr="00A47EAD" w:rsidRDefault="005C55C7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A47EA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7EAD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A47EAD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C55C7" w:rsidRDefault="00A47EAD" w:rsidP="00A47EAD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Zertifizierungsnachweis </w:t>
            </w:r>
            <w:r>
              <w:rPr>
                <w:sz w:val="20"/>
                <w:szCs w:val="20"/>
              </w:rPr>
              <w:br/>
            </w:r>
            <w:r w:rsidR="00995675">
              <w:rPr>
                <w:sz w:val="20"/>
                <w:szCs w:val="20"/>
              </w:rPr>
              <w:t>der</w:t>
            </w:r>
            <w:r>
              <w:rPr>
                <w:sz w:val="20"/>
                <w:szCs w:val="20"/>
              </w:rPr>
              <w:t xml:space="preserve"> EBA</w:t>
            </w:r>
            <w:r w:rsidR="00995675">
              <w:rPr>
                <w:sz w:val="20"/>
                <w:szCs w:val="20"/>
              </w:rPr>
              <w:t xml:space="preserve"> </w:t>
            </w:r>
            <w:r w:rsidR="00505D73">
              <w:rPr>
                <w:sz w:val="20"/>
                <w:szCs w:val="20"/>
              </w:rPr>
              <w:t>gemäß</w:t>
            </w:r>
            <w:r w:rsidR="00995675">
              <w:rPr>
                <w:sz w:val="20"/>
                <w:szCs w:val="20"/>
              </w:rPr>
              <w:t xml:space="preserve"> § 21 </w:t>
            </w:r>
            <w:proofErr w:type="spellStart"/>
            <w:r w:rsidR="00995675">
              <w:rPr>
                <w:sz w:val="20"/>
                <w:szCs w:val="20"/>
              </w:rPr>
              <w:t>ElektroG</w:t>
            </w:r>
            <w:proofErr w:type="spellEnd"/>
            <w:r>
              <w:rPr>
                <w:sz w:val="20"/>
                <w:szCs w:val="20"/>
              </w:rPr>
              <w:br/>
            </w:r>
          </w:p>
          <w:p w:rsidR="00A47EAD" w:rsidRDefault="00A47EAD" w:rsidP="00A47EAD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Beschreibung der einzelnen Schritte der technischen Prüfung, Nachweis über vorhandene Infrastruktur für Reparatur</w:t>
            </w:r>
            <w:r w:rsidR="00FB374B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maßnahmen und </w:t>
            </w:r>
            <w:r w:rsidR="00FB374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Nachweis zur Qualifizierung der für die Sicherheitsprüfung verantwortlichen Personen als Elektrotechnische Fachkraft</w:t>
            </w:r>
            <w:r>
              <w:rPr>
                <w:sz w:val="20"/>
                <w:szCs w:val="20"/>
              </w:rPr>
              <w:br/>
            </w:r>
          </w:p>
          <w:p w:rsidR="00A47EAD" w:rsidRPr="00A47EAD" w:rsidRDefault="00A47EAD" w:rsidP="00A47EAD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Protokollvorlage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5C55C7" w:rsidRDefault="005C55C7" w:rsidP="00086F4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7EAD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7EAD">
              <w:instrText xml:space="preserve"> FORMTEXT </w:instrText>
            </w:r>
            <w:r w:rsidRPr="00A47EAD">
              <w:fldChar w:fldCharType="separate"/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fldChar w:fldCharType="end"/>
            </w:r>
            <w:r w:rsidRPr="00A47EAD">
              <w:br/>
            </w:r>
            <w:r w:rsidR="00A4358A">
              <w:rPr>
                <w:sz w:val="20"/>
                <w:szCs w:val="20"/>
              </w:rPr>
              <w:t>(Anlage 10</w:t>
            </w:r>
            <w:r w:rsidRPr="00A47EAD">
              <w:rPr>
                <w:sz w:val="20"/>
                <w:szCs w:val="20"/>
              </w:rPr>
              <w:t>)</w:t>
            </w:r>
            <w:r w:rsidR="00A4358A">
              <w:rPr>
                <w:sz w:val="20"/>
                <w:szCs w:val="20"/>
              </w:rPr>
              <w:br/>
            </w:r>
          </w:p>
          <w:p w:rsidR="00A4358A" w:rsidRDefault="00A4358A" w:rsidP="00086F4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7EAD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7EAD">
              <w:instrText xml:space="preserve"> FORMTEXT </w:instrText>
            </w:r>
            <w:r w:rsidRPr="00A47EAD">
              <w:fldChar w:fldCharType="separate"/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fldChar w:fldCharType="end"/>
            </w:r>
            <w:r w:rsidRPr="00A47EAD">
              <w:br/>
            </w:r>
            <w:r>
              <w:rPr>
                <w:sz w:val="20"/>
                <w:szCs w:val="20"/>
              </w:rPr>
              <w:t>(Anlage 11</w:t>
            </w:r>
            <w:r w:rsidRPr="00A47EA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  <w:p w:rsidR="00A4358A" w:rsidRPr="0073725B" w:rsidRDefault="00A4358A" w:rsidP="00086F4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7EAD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7EAD">
              <w:instrText xml:space="preserve"> FORMTEXT </w:instrText>
            </w:r>
            <w:r w:rsidRPr="00A47EAD">
              <w:fldChar w:fldCharType="separate"/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fldChar w:fldCharType="end"/>
            </w:r>
            <w:r w:rsidRPr="00A47EAD">
              <w:br/>
            </w:r>
            <w:r>
              <w:rPr>
                <w:sz w:val="20"/>
                <w:szCs w:val="20"/>
              </w:rPr>
              <w:t>(Anlage 12</w:t>
            </w:r>
            <w:r w:rsidRPr="00A47EAD">
              <w:rPr>
                <w:sz w:val="20"/>
                <w:szCs w:val="20"/>
              </w:rPr>
              <w:t>)</w:t>
            </w:r>
          </w:p>
        </w:tc>
      </w:tr>
      <w:tr w:rsidR="0073725B" w:rsidRPr="007508FE" w:rsidTr="00E206CF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73725B" w:rsidRPr="007508FE" w:rsidTr="00F1752E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73725B" w:rsidRPr="0073725B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3725B" w:rsidRPr="0073725B" w:rsidRDefault="0073725B" w:rsidP="00BD1FF2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BD1FF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BD1FF2">
            <w:pPr>
              <w:pageBreakBefore/>
              <w:tabs>
                <w:tab w:val="left" w:pos="7938"/>
              </w:tabs>
              <w:spacing w:before="20" w:after="20"/>
            </w:pPr>
          </w:p>
        </w:tc>
      </w:tr>
      <w:tr w:rsidR="009F6C4B" w:rsidRPr="007508FE" w:rsidTr="00787B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F6C4B" w:rsidRPr="00835FD0" w:rsidRDefault="00BC2736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835FD0">
              <w:rPr>
                <w:b/>
                <w:sz w:val="20"/>
                <w:szCs w:val="20"/>
              </w:rPr>
              <w:t>3.8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2736" w:rsidRPr="00835FD0" w:rsidRDefault="00BC273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35FD0">
              <w:rPr>
                <w:sz w:val="20"/>
                <w:szCs w:val="20"/>
              </w:rPr>
              <w:t xml:space="preserve">Gewinnung </w:t>
            </w:r>
          </w:p>
          <w:p w:rsidR="009F6C4B" w:rsidRPr="00835FD0" w:rsidRDefault="00BC273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35FD0">
              <w:rPr>
                <w:sz w:val="20"/>
                <w:szCs w:val="20"/>
              </w:rPr>
              <w:t>von Ersatzteilen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F6C4B" w:rsidRPr="00835FD0" w:rsidRDefault="002C71EE" w:rsidP="00D027C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35FD0">
              <w:rPr>
                <w:sz w:val="20"/>
                <w:szCs w:val="20"/>
              </w:rPr>
              <w:t>Entnahme von Ersatzteilen bei nicht zur weiteren Nutzung oder Wiederverwendung geeigneten Geräten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F6C4B" w:rsidRPr="00835FD0" w:rsidRDefault="009F6C4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35FD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F6C4B" w:rsidRPr="00835FD0" w:rsidRDefault="009F6C4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35FD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FD0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835FD0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F6C4B" w:rsidRPr="00835FD0" w:rsidRDefault="00835FD0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Liste der regelmäßig entnommenen Bauteile,</w:t>
            </w:r>
            <w:r>
              <w:rPr>
                <w:sz w:val="20"/>
                <w:szCs w:val="20"/>
              </w:rPr>
              <w:br/>
              <w:t>Internetadresse: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F6C4B" w:rsidRPr="0073725B" w:rsidRDefault="009F6C4B" w:rsidP="009E64E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35FD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35FD0">
              <w:instrText xml:space="preserve"> FORMTEXT </w:instrText>
            </w:r>
            <w:r w:rsidRPr="00835FD0">
              <w:fldChar w:fldCharType="separate"/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fldChar w:fldCharType="end"/>
            </w:r>
            <w:r w:rsidRPr="00835FD0">
              <w:br/>
            </w:r>
            <w:r w:rsidRPr="00835FD0">
              <w:rPr>
                <w:sz w:val="20"/>
                <w:szCs w:val="20"/>
              </w:rPr>
              <w:t xml:space="preserve">(Anlage </w:t>
            </w:r>
            <w:r w:rsidR="009E64EB">
              <w:rPr>
                <w:sz w:val="20"/>
                <w:szCs w:val="20"/>
              </w:rPr>
              <w:t>13</w:t>
            </w:r>
            <w:r w:rsidRPr="00835FD0">
              <w:rPr>
                <w:sz w:val="20"/>
                <w:szCs w:val="20"/>
              </w:rPr>
              <w:t>)</w:t>
            </w:r>
            <w:r w:rsidR="00004B01">
              <w:rPr>
                <w:sz w:val="20"/>
                <w:szCs w:val="20"/>
              </w:rPr>
              <w:br/>
            </w:r>
            <w:r w:rsidR="00004B01">
              <w:t>www.</w:t>
            </w:r>
            <w:r w:rsidR="00004B01" w:rsidRPr="00835FD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004B01" w:rsidRPr="00835FD0">
              <w:instrText xml:space="preserve"> FORMTEXT </w:instrText>
            </w:r>
            <w:r w:rsidR="00004B01" w:rsidRPr="00835FD0">
              <w:fldChar w:fldCharType="separate"/>
            </w:r>
            <w:r w:rsidR="00004B01" w:rsidRPr="00835FD0">
              <w:rPr>
                <w:noProof/>
              </w:rPr>
              <w:t> </w:t>
            </w:r>
            <w:r w:rsidR="00004B01" w:rsidRPr="00835FD0">
              <w:rPr>
                <w:noProof/>
              </w:rPr>
              <w:t> </w:t>
            </w:r>
            <w:r w:rsidR="00004B01" w:rsidRPr="00835FD0">
              <w:rPr>
                <w:noProof/>
              </w:rPr>
              <w:t> </w:t>
            </w:r>
            <w:r w:rsidR="00004B01" w:rsidRPr="00835FD0">
              <w:rPr>
                <w:noProof/>
              </w:rPr>
              <w:t> </w:t>
            </w:r>
            <w:r w:rsidR="00004B01" w:rsidRPr="00835FD0">
              <w:rPr>
                <w:noProof/>
              </w:rPr>
              <w:t> </w:t>
            </w:r>
            <w:r w:rsidR="00004B01" w:rsidRPr="00835FD0">
              <w:fldChar w:fldCharType="end"/>
            </w:r>
            <w:r w:rsidR="00004B01">
              <w:br/>
            </w:r>
            <w:r w:rsidR="00004B01" w:rsidRPr="00835FD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004B01" w:rsidRPr="00835FD0">
              <w:instrText xml:space="preserve"> FORMTEXT </w:instrText>
            </w:r>
            <w:r w:rsidR="00004B01" w:rsidRPr="00835FD0">
              <w:fldChar w:fldCharType="separate"/>
            </w:r>
            <w:r w:rsidR="00004B01" w:rsidRPr="00835FD0">
              <w:rPr>
                <w:noProof/>
              </w:rPr>
              <w:t> </w:t>
            </w:r>
            <w:r w:rsidR="00004B01" w:rsidRPr="00835FD0">
              <w:rPr>
                <w:noProof/>
              </w:rPr>
              <w:t> </w:t>
            </w:r>
            <w:r w:rsidR="00004B01" w:rsidRPr="00835FD0">
              <w:rPr>
                <w:noProof/>
              </w:rPr>
              <w:t> </w:t>
            </w:r>
            <w:r w:rsidR="00004B01" w:rsidRPr="00835FD0">
              <w:rPr>
                <w:noProof/>
              </w:rPr>
              <w:t> </w:t>
            </w:r>
            <w:r w:rsidR="00004B01" w:rsidRPr="00835FD0">
              <w:rPr>
                <w:noProof/>
              </w:rPr>
              <w:t> </w:t>
            </w:r>
            <w:r w:rsidR="00004B01" w:rsidRPr="00835FD0">
              <w:fldChar w:fldCharType="end"/>
            </w:r>
          </w:p>
        </w:tc>
      </w:tr>
      <w:tr w:rsidR="0073725B" w:rsidRPr="007508FE" w:rsidTr="00115EE9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26601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44040F">
            <w:pPr>
              <w:tabs>
                <w:tab w:val="left" w:pos="7938"/>
              </w:tabs>
              <w:spacing w:before="20" w:after="20"/>
            </w:pPr>
          </w:p>
        </w:tc>
      </w:tr>
      <w:tr w:rsidR="0073725B" w:rsidRPr="007508FE" w:rsidTr="00115EE9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26601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73725B" w:rsidRPr="0073725B" w:rsidRDefault="0073725B" w:rsidP="0044040F">
            <w:pPr>
              <w:tabs>
                <w:tab w:val="left" w:pos="7938"/>
              </w:tabs>
              <w:spacing w:before="20" w:after="20"/>
            </w:pPr>
          </w:p>
        </w:tc>
      </w:tr>
      <w:tr w:rsidR="00E40084" w:rsidRPr="007508FE" w:rsidTr="00787B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40084" w:rsidRPr="0073725B" w:rsidRDefault="008B454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40084" w:rsidRPr="0073725B" w:rsidRDefault="008B454E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454E">
              <w:rPr>
                <w:sz w:val="20"/>
                <w:szCs w:val="20"/>
              </w:rPr>
              <w:t>Erneute Bereitstellung auf dem Markt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40084" w:rsidRDefault="00E34F4D" w:rsidP="00A53CF4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Registrierung der IMEI</w:t>
            </w:r>
          </w:p>
          <w:p w:rsidR="00E34F4D" w:rsidRDefault="00E34F4D" w:rsidP="00A53CF4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Sicherstellung der Löschung aller personenbezogenen und sonstigen Daten</w:t>
            </w:r>
          </w:p>
          <w:p w:rsidR="00E34F4D" w:rsidRDefault="00E34F4D" w:rsidP="00A53CF4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Erfolgreich verlaufene Prozesse zur Vorbereitung zur weiteren Nutzung oder Wiederverwendung</w:t>
            </w:r>
          </w:p>
          <w:p w:rsidR="00E34F4D" w:rsidRDefault="00E34F4D" w:rsidP="00A53CF4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Erfüllung rechtlicher Anforderung</w:t>
            </w:r>
            <w:r w:rsidR="00AC3FF3">
              <w:rPr>
                <w:sz w:val="20"/>
                <w:szCs w:val="20"/>
              </w:rPr>
              <w:t>en</w:t>
            </w:r>
          </w:p>
          <w:p w:rsidR="00E34F4D" w:rsidRPr="00E34F4D" w:rsidRDefault="00E34F4D" w:rsidP="00A53CF4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Protokollierung der abschließenden Qualitätskontrolle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40084" w:rsidRPr="0073725B" w:rsidRDefault="00E4008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40084" w:rsidRPr="0073725B" w:rsidRDefault="00E4008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0084" w:rsidRPr="0073725B" w:rsidRDefault="00E34F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E40084" w:rsidRPr="0073725B" w:rsidRDefault="00E34F4D" w:rsidP="00086F42">
            <w:pPr>
              <w:tabs>
                <w:tab w:val="left" w:pos="7938"/>
              </w:tabs>
              <w:spacing w:before="20" w:after="20"/>
            </w:pPr>
            <w:r>
              <w:t>--</w:t>
            </w:r>
          </w:p>
        </w:tc>
      </w:tr>
      <w:tr w:rsidR="0073725B" w:rsidRPr="007508FE" w:rsidTr="007B730F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C636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73725B" w:rsidRPr="0073725B" w:rsidRDefault="0073725B" w:rsidP="0044040F">
            <w:pPr>
              <w:tabs>
                <w:tab w:val="left" w:pos="7938"/>
              </w:tabs>
              <w:spacing w:before="20" w:after="20"/>
            </w:pPr>
          </w:p>
        </w:tc>
      </w:tr>
      <w:tr w:rsidR="00221926" w:rsidRPr="007508FE" w:rsidTr="0022192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21926" w:rsidRPr="0073725B" w:rsidRDefault="00221926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21926" w:rsidRPr="0073725B" w:rsidRDefault="002219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21926" w:rsidRPr="0073725B" w:rsidRDefault="00221926" w:rsidP="00C636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221926" w:rsidRPr="0073725B" w:rsidRDefault="002219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21926" w:rsidRPr="0073725B" w:rsidRDefault="002219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21926" w:rsidRPr="0073725B" w:rsidRDefault="002219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21926" w:rsidRPr="0073725B" w:rsidRDefault="00221926" w:rsidP="0044040F">
            <w:pPr>
              <w:tabs>
                <w:tab w:val="left" w:pos="7938"/>
              </w:tabs>
              <w:spacing w:before="20" w:after="20"/>
            </w:pPr>
          </w:p>
        </w:tc>
      </w:tr>
      <w:tr w:rsidR="00221926" w:rsidRPr="007508FE" w:rsidTr="00221926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1926" w:rsidRPr="00FD2D93" w:rsidRDefault="00DE25B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FD2D93">
              <w:rPr>
                <w:b/>
                <w:sz w:val="20"/>
                <w:szCs w:val="20"/>
              </w:rPr>
              <w:t>3.10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1926" w:rsidRPr="00FD2D93" w:rsidRDefault="00DE25BE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FD2D93">
              <w:rPr>
                <w:sz w:val="20"/>
                <w:szCs w:val="20"/>
              </w:rPr>
              <w:t>Recycling nicht wiederverwendungs</w:t>
            </w:r>
            <w:r w:rsidRPr="00FD2D93">
              <w:rPr>
                <w:sz w:val="20"/>
                <w:szCs w:val="20"/>
              </w:rPr>
              <w:softHyphen/>
              <w:t>fähiger bzw. nicht weiter nutzbarer Geräte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3CF4" w:rsidRPr="00FD2D93" w:rsidRDefault="00A53CF4" w:rsidP="00A53CF4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FD2D93">
              <w:rPr>
                <w:sz w:val="20"/>
                <w:szCs w:val="20"/>
              </w:rPr>
              <w:t xml:space="preserve">Zertifizierung der EBA gemäß § 21 </w:t>
            </w:r>
            <w:proofErr w:type="spellStart"/>
            <w:r w:rsidRPr="00FD2D93">
              <w:rPr>
                <w:sz w:val="20"/>
                <w:szCs w:val="20"/>
              </w:rPr>
              <w:t>ElektroG</w:t>
            </w:r>
            <w:proofErr w:type="spellEnd"/>
            <w:r w:rsidRPr="00FD2D93">
              <w:rPr>
                <w:sz w:val="20"/>
                <w:szCs w:val="20"/>
              </w:rPr>
              <w:t xml:space="preserve"> sowie nach ISO 9001, ISO 14001 oder EMAS</w:t>
            </w:r>
          </w:p>
          <w:p w:rsidR="00221926" w:rsidRPr="00FD2D93" w:rsidRDefault="00A53CF4" w:rsidP="00A53CF4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FD2D93">
              <w:rPr>
                <w:sz w:val="20"/>
                <w:szCs w:val="20"/>
              </w:rPr>
              <w:t xml:space="preserve">Separate Entsorgung der Akkus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1926" w:rsidRPr="00FD2D93" w:rsidRDefault="002219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FD2D93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1926" w:rsidRPr="00FD2D93" w:rsidRDefault="002219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FD2D9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2D93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FD2D93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1926" w:rsidRPr="00FD2D93" w:rsidRDefault="00A53CF4" w:rsidP="001B6398">
            <w:pPr>
              <w:pStyle w:val="Listenabsatz"/>
              <w:numPr>
                <w:ilvl w:val="0"/>
                <w:numId w:val="1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FD2D93">
              <w:rPr>
                <w:sz w:val="20"/>
                <w:szCs w:val="20"/>
              </w:rPr>
              <w:t>Nachweis, dass die Geräte einer zertifizi</w:t>
            </w:r>
            <w:r w:rsidR="007C3A01" w:rsidRPr="00FD2D93">
              <w:rPr>
                <w:sz w:val="20"/>
                <w:szCs w:val="20"/>
              </w:rPr>
              <w:t>erten EBA zuge</w:t>
            </w:r>
            <w:r w:rsidRPr="00FD2D93">
              <w:rPr>
                <w:sz w:val="20"/>
                <w:szCs w:val="20"/>
              </w:rPr>
              <w:t>führt werden</w:t>
            </w:r>
            <w:r w:rsidR="001B6398">
              <w:rPr>
                <w:sz w:val="20"/>
                <w:szCs w:val="20"/>
              </w:rPr>
              <w:t xml:space="preserve"> und </w:t>
            </w:r>
            <w:r w:rsidR="00AA21AF">
              <w:rPr>
                <w:sz w:val="20"/>
                <w:szCs w:val="20"/>
              </w:rPr>
              <w:t xml:space="preserve">Zertifizierungsnachweise </w:t>
            </w:r>
            <w:r w:rsidR="00AA21AF">
              <w:rPr>
                <w:sz w:val="20"/>
                <w:szCs w:val="20"/>
              </w:rPr>
              <w:br/>
            </w:r>
            <w:r w:rsidR="00E51DA7">
              <w:rPr>
                <w:sz w:val="20"/>
                <w:szCs w:val="20"/>
              </w:rPr>
              <w:t>der</w:t>
            </w:r>
            <w:r w:rsidRPr="00FD2D93">
              <w:rPr>
                <w:sz w:val="20"/>
                <w:szCs w:val="20"/>
              </w:rPr>
              <w:t xml:space="preserve"> EBA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398" w:rsidRPr="0073725B" w:rsidRDefault="00221926" w:rsidP="001B639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FD2D93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FD2D93">
              <w:instrText xml:space="preserve"> FORMTEXT </w:instrText>
            </w:r>
            <w:r w:rsidRPr="00FD2D93">
              <w:fldChar w:fldCharType="separate"/>
            </w:r>
            <w:r w:rsidRPr="00FD2D93">
              <w:rPr>
                <w:noProof/>
              </w:rPr>
              <w:t> </w:t>
            </w:r>
            <w:r w:rsidRPr="00FD2D93">
              <w:rPr>
                <w:noProof/>
              </w:rPr>
              <w:t> </w:t>
            </w:r>
            <w:r w:rsidRPr="00FD2D93">
              <w:rPr>
                <w:noProof/>
              </w:rPr>
              <w:t> </w:t>
            </w:r>
            <w:r w:rsidRPr="00FD2D93">
              <w:rPr>
                <w:noProof/>
              </w:rPr>
              <w:t> </w:t>
            </w:r>
            <w:r w:rsidRPr="00FD2D93">
              <w:rPr>
                <w:noProof/>
              </w:rPr>
              <w:t> </w:t>
            </w:r>
            <w:r w:rsidRPr="00FD2D93">
              <w:fldChar w:fldCharType="end"/>
            </w:r>
            <w:r w:rsidRPr="00FD2D93">
              <w:br/>
            </w:r>
            <w:r w:rsidR="001B6398">
              <w:rPr>
                <w:sz w:val="20"/>
                <w:szCs w:val="20"/>
              </w:rPr>
              <w:t>(Anlage 14</w:t>
            </w:r>
            <w:r w:rsidRPr="00FD2D93">
              <w:rPr>
                <w:sz w:val="20"/>
                <w:szCs w:val="20"/>
              </w:rPr>
              <w:t>)</w:t>
            </w:r>
          </w:p>
          <w:p w:rsidR="00FD2D93" w:rsidRPr="0073725B" w:rsidRDefault="00FD2D93" w:rsidP="00086F4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3725B" w:rsidRPr="007508FE" w:rsidTr="0087434E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5B" w:rsidRPr="0073725B" w:rsidRDefault="0073725B" w:rsidP="00C636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5B" w:rsidRPr="0073725B" w:rsidRDefault="0073725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5B" w:rsidRPr="0073725B" w:rsidRDefault="0073725B" w:rsidP="0044040F">
            <w:pPr>
              <w:tabs>
                <w:tab w:val="left" w:pos="7938"/>
              </w:tabs>
              <w:spacing w:before="20" w:after="20"/>
            </w:pP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6D3066" w:rsidRDefault="00086F42" w:rsidP="00B80FED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6D3066">
              <w:rPr>
                <w:b/>
                <w:sz w:val="20"/>
                <w:szCs w:val="20"/>
              </w:rPr>
              <w:lastRenderedPageBreak/>
              <w:t>3.11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6D3066" w:rsidRDefault="00086F42" w:rsidP="00B80F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Mengenstromnachweis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6D3066" w:rsidRDefault="00086F42" w:rsidP="00B80F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Jährliche Dokumentation der Mengenströme gemäß Abschnitt 3.11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6D3066" w:rsidRDefault="00086F42" w:rsidP="00B80F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6D3066" w:rsidRDefault="00086F42" w:rsidP="00B80FED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 w:rsidR="003B4E85">
              <w:rPr>
                <w:sz w:val="20"/>
                <w:szCs w:val="20"/>
              </w:rPr>
            </w:r>
            <w:r w:rsidR="003B4E85"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6D3066" w:rsidRDefault="00086F42" w:rsidP="00B80FED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 xml:space="preserve">Anzahl der </w:t>
            </w:r>
          </w:p>
          <w:p w:rsidR="00086F42" w:rsidRPr="006D3066" w:rsidRDefault="00086F42" w:rsidP="00B80FED">
            <w:pPr>
              <w:pStyle w:val="Listenabsatz"/>
              <w:pageBreakBefore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entgegen</w:t>
            </w:r>
            <w:r w:rsidRPr="006D3066">
              <w:rPr>
                <w:sz w:val="20"/>
                <w:szCs w:val="20"/>
              </w:rPr>
              <w:softHyphen/>
              <w:t>genommenen Geräte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73725B" w:rsidRDefault="00086F42" w:rsidP="00B80FED">
            <w:pPr>
              <w:pageBreakBefore/>
              <w:tabs>
                <w:tab w:val="left" w:pos="7938"/>
              </w:tabs>
              <w:spacing w:before="20" w:after="20"/>
            </w:pPr>
            <w:r w:rsidRPr="006D3066">
              <w:rPr>
                <w:b/>
              </w:rPr>
              <w:t xml:space="preserve">A = </w:t>
            </w:r>
            <w:r w:rsidRPr="006D3066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3066">
              <w:instrText xml:space="preserve"> FORMTEXT </w:instrText>
            </w:r>
            <w:r w:rsidRPr="006D3066">
              <w:fldChar w:fldCharType="separate"/>
            </w:r>
            <w:r w:rsidRPr="006D3066">
              <w:rPr>
                <w:noProof/>
              </w:rPr>
              <w:t> </w:t>
            </w:r>
            <w:r w:rsidRPr="006D3066">
              <w:rPr>
                <w:noProof/>
              </w:rPr>
              <w:t> </w:t>
            </w:r>
            <w:r w:rsidRPr="006D3066">
              <w:rPr>
                <w:noProof/>
              </w:rPr>
              <w:t> </w:t>
            </w:r>
            <w:r w:rsidRPr="006D3066">
              <w:rPr>
                <w:noProof/>
              </w:rPr>
              <w:t> </w:t>
            </w:r>
            <w:r w:rsidRPr="006D3066">
              <w:rPr>
                <w:noProof/>
              </w:rPr>
              <w:t> </w:t>
            </w:r>
            <w:r w:rsidRPr="006D3066">
              <w:fldChar w:fldCharType="end"/>
            </w:r>
            <w:r w:rsidRPr="006D3066">
              <w:br/>
            </w:r>
            <w:r w:rsidRPr="006D3066">
              <w:rPr>
                <w:b/>
              </w:rPr>
              <w:t>Gesamtmasse =</w:t>
            </w:r>
            <w:r w:rsidRPr="006D3066">
              <w:t xml:space="preserve"> </w:t>
            </w:r>
            <w:r w:rsidRPr="006D3066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3066">
              <w:instrText xml:space="preserve"> FORMTEXT </w:instrText>
            </w:r>
            <w:r w:rsidRPr="006D3066">
              <w:fldChar w:fldCharType="separate"/>
            </w:r>
            <w:r w:rsidRPr="006D3066">
              <w:rPr>
                <w:noProof/>
              </w:rPr>
              <w:t> </w:t>
            </w:r>
            <w:r w:rsidRPr="006D3066">
              <w:rPr>
                <w:noProof/>
              </w:rPr>
              <w:t> </w:t>
            </w:r>
            <w:r w:rsidRPr="006D3066">
              <w:rPr>
                <w:noProof/>
              </w:rPr>
              <w:t> </w:t>
            </w:r>
            <w:r w:rsidRPr="006D3066">
              <w:rPr>
                <w:noProof/>
              </w:rPr>
              <w:t> </w:t>
            </w:r>
            <w:r w:rsidRPr="006D3066">
              <w:rPr>
                <w:noProof/>
              </w:rPr>
              <w:t> </w:t>
            </w:r>
            <w:r w:rsidRPr="006D3066">
              <w:fldChar w:fldCharType="end"/>
            </w: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675AD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75AD2">
              <w:rPr>
                <w:b/>
              </w:rPr>
              <w:t>A = C + E + F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Default="00086F42" w:rsidP="00086F42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zur weiteren Nutzung oder Wiederverwendung vorbereiteten Geräte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0E18B9" w:rsidRDefault="00086F42" w:rsidP="00086F42">
            <w:pPr>
              <w:tabs>
                <w:tab w:val="left" w:pos="7938"/>
              </w:tabs>
              <w:spacing w:before="20" w:after="20"/>
            </w:pPr>
            <w:r w:rsidRPr="000E18B9">
              <w:t xml:space="preserve">B = </w:t>
            </w:r>
            <w:r w:rsidRPr="000E18B9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E18B9">
              <w:instrText xml:space="preserve"> FORMTEXT </w:instrText>
            </w:r>
            <w:r w:rsidRPr="000E18B9">
              <w:fldChar w:fldCharType="separate"/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fldChar w:fldCharType="end"/>
            </w:r>
            <w:r w:rsidRPr="000E18B9">
              <w:br/>
              <w:t xml:space="preserve">Gesamtmasse = </w:t>
            </w:r>
            <w:r w:rsidRPr="000E18B9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E18B9">
              <w:instrText xml:space="preserve"> FORMTEXT </w:instrText>
            </w:r>
            <w:r w:rsidRPr="000E18B9">
              <w:fldChar w:fldCharType="separate"/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fldChar w:fldCharType="end"/>
            </w: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191381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Default="00086F42" w:rsidP="00B80FED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erneut auf dem Markt bereitgestellten Geräte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C = </w:t>
            </w:r>
            <w:r w:rsidRPr="00326F1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26F10">
              <w:instrText xml:space="preserve"> FORMTEXT </w:instrText>
            </w:r>
            <w:r w:rsidRPr="00326F10">
              <w:fldChar w:fldCharType="separate"/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fldChar w:fldCharType="end"/>
            </w:r>
            <w:r w:rsidRPr="00326F10">
              <w:br/>
            </w:r>
            <w:r w:rsidRPr="00326F10">
              <w:rPr>
                <w:b/>
              </w:rPr>
              <w:t>Gesamtmasse =</w:t>
            </w:r>
            <w:r w:rsidRPr="00326F10">
              <w:t xml:space="preserve"> </w:t>
            </w:r>
            <w:r w:rsidRPr="00326F1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26F10">
              <w:instrText xml:space="preserve"> FORMTEXT </w:instrText>
            </w:r>
            <w:r w:rsidRPr="00326F10">
              <w:fldChar w:fldCharType="separate"/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fldChar w:fldCharType="end"/>
            </w: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191381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Default="00086F42" w:rsidP="00B80FED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Geräte, aus denen Ersatzteile entnommen wurden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0E18B9" w:rsidRDefault="00086F42" w:rsidP="00086F42">
            <w:pPr>
              <w:tabs>
                <w:tab w:val="left" w:pos="7938"/>
              </w:tabs>
              <w:spacing w:before="20" w:after="20"/>
            </w:pPr>
            <w:r w:rsidRPr="000E18B9">
              <w:t xml:space="preserve">D = </w:t>
            </w:r>
            <w:r w:rsidRPr="000E18B9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E18B9">
              <w:instrText xml:space="preserve"> FORMTEXT </w:instrText>
            </w:r>
            <w:r w:rsidRPr="000E18B9">
              <w:fldChar w:fldCharType="separate"/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fldChar w:fldCharType="end"/>
            </w:r>
            <w:r w:rsidRPr="000E18B9">
              <w:br/>
              <w:t xml:space="preserve">Gesamtmasse = </w:t>
            </w:r>
            <w:r w:rsidRPr="000E18B9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E18B9">
              <w:instrText xml:space="preserve"> FORMTEXT </w:instrText>
            </w:r>
            <w:r w:rsidRPr="000E18B9">
              <w:fldChar w:fldCharType="separate"/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rPr>
                <w:noProof/>
              </w:rPr>
              <w:t> </w:t>
            </w:r>
            <w:r w:rsidRPr="000E18B9">
              <w:fldChar w:fldCharType="end"/>
            </w: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191381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Default="00086F42" w:rsidP="00B80FED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 Recycling zugeführten Geräte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E = </w:t>
            </w:r>
            <w:r w:rsidRPr="00326F1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26F10">
              <w:instrText xml:space="preserve"> FORMTEXT </w:instrText>
            </w:r>
            <w:r w:rsidRPr="00326F10">
              <w:fldChar w:fldCharType="separate"/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fldChar w:fldCharType="end"/>
            </w:r>
            <w:r w:rsidRPr="00326F10">
              <w:br/>
            </w:r>
            <w:r w:rsidRPr="00326F10">
              <w:rPr>
                <w:b/>
              </w:rPr>
              <w:t>Gesamtmasse =</w:t>
            </w:r>
            <w:r w:rsidRPr="00326F10">
              <w:t xml:space="preserve"> </w:t>
            </w:r>
            <w:r w:rsidRPr="00326F1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26F10">
              <w:instrText xml:space="preserve"> FORMTEXT </w:instrText>
            </w:r>
            <w:r w:rsidRPr="00326F10">
              <w:fldChar w:fldCharType="separate"/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fldChar w:fldCharType="end"/>
            </w: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191381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675AD2" w:rsidRDefault="00086F42" w:rsidP="00675AD2">
            <w:pPr>
              <w:tabs>
                <w:tab w:val="left" w:pos="7938"/>
              </w:tabs>
              <w:spacing w:before="20" w:after="2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Default="00086F42" w:rsidP="00086F42">
            <w:pPr>
              <w:pStyle w:val="Listenabsatz"/>
              <w:numPr>
                <w:ilvl w:val="1"/>
                <w:numId w:val="1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Geräte, die bisher weder erneut auf dem Markt bereitgestellt noch dem Recycling zugeführt wurden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F = </w:t>
            </w:r>
            <w:r w:rsidRPr="00326F1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26F10">
              <w:instrText xml:space="preserve"> FORMTEXT </w:instrText>
            </w:r>
            <w:r w:rsidRPr="00326F10">
              <w:fldChar w:fldCharType="separate"/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fldChar w:fldCharType="end"/>
            </w:r>
            <w:r w:rsidRPr="00326F10">
              <w:br/>
            </w:r>
            <w:r w:rsidRPr="00326F10">
              <w:rPr>
                <w:b/>
              </w:rPr>
              <w:t>Gesamtmasse =</w:t>
            </w:r>
            <w:r w:rsidRPr="00326F10">
              <w:t xml:space="preserve"> </w:t>
            </w:r>
            <w:r w:rsidRPr="00326F1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26F10">
              <w:instrText xml:space="preserve"> FORMTEXT </w:instrText>
            </w:r>
            <w:r w:rsidRPr="00326F10">
              <w:fldChar w:fldCharType="separate"/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fldChar w:fldCharType="end"/>
            </w: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Pr="00A23F0F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6F42" w:rsidRDefault="00086F42" w:rsidP="00086F4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</w:tr>
      <w:tr w:rsidR="00086F42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6F42" w:rsidRPr="00326F10" w:rsidRDefault="00086F42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42" w:rsidRPr="00086F42" w:rsidRDefault="00086F42" w:rsidP="00086F42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86F42">
              <w:rPr>
                <w:sz w:val="20"/>
                <w:szCs w:val="20"/>
              </w:rPr>
              <w:t>Nachweis der jeweiligen Mengenströme;</w:t>
            </w:r>
            <w:r w:rsidRPr="00086F42">
              <w:rPr>
                <w:sz w:val="20"/>
                <w:szCs w:val="20"/>
              </w:rPr>
              <w:br/>
              <w:t>Ausweisung der Vermarktungsregionen (C)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42" w:rsidRPr="00A23F0F" w:rsidRDefault="00086F42" w:rsidP="00086F42">
            <w:pPr>
              <w:tabs>
                <w:tab w:val="left" w:pos="7938"/>
              </w:tabs>
              <w:spacing w:before="20" w:after="20"/>
            </w:pPr>
            <w:r w:rsidRPr="00326F1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26F10">
              <w:instrText xml:space="preserve"> FORMTEXT </w:instrText>
            </w:r>
            <w:r w:rsidRPr="00326F10">
              <w:fldChar w:fldCharType="separate"/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rPr>
                <w:noProof/>
              </w:rPr>
              <w:t> </w:t>
            </w:r>
            <w:r w:rsidRPr="00326F10">
              <w:fldChar w:fldCharType="end"/>
            </w:r>
            <w:r w:rsidR="00C511D2">
              <w:br/>
              <w:t>(Anlage 15</w:t>
            </w:r>
            <w:r>
              <w:t>)</w:t>
            </w:r>
          </w:p>
        </w:tc>
      </w:tr>
    </w:tbl>
    <w:p w:rsidR="00CD51B1" w:rsidRPr="00B01AF0" w:rsidRDefault="00CD51B1" w:rsidP="0053720B">
      <w:pPr>
        <w:tabs>
          <w:tab w:val="left" w:pos="7938"/>
        </w:tabs>
        <w:spacing w:before="120" w:line="276" w:lineRule="auto"/>
      </w:pPr>
      <w:r w:rsidRPr="00B01AF0">
        <w:rPr>
          <w:b/>
          <w:bCs/>
          <w:u w:val="single"/>
        </w:rPr>
        <w:lastRenderedPageBreak/>
        <w:t>Anlagen zum Vertrag</w:t>
      </w:r>
    </w:p>
    <w:p w:rsidR="002E291B" w:rsidRPr="00B01AF0" w:rsidRDefault="002E291B" w:rsidP="0053720B">
      <w:pPr>
        <w:tabs>
          <w:tab w:val="left" w:pos="7938"/>
        </w:tabs>
        <w:spacing w:line="276" w:lineRule="auto"/>
        <w:jc w:val="both"/>
      </w:pPr>
    </w:p>
    <w:p w:rsidR="00D5183B" w:rsidRDefault="00CD51B1" w:rsidP="009D2B4C">
      <w:pPr>
        <w:tabs>
          <w:tab w:val="left" w:pos="7938"/>
        </w:tabs>
        <w:spacing w:line="276" w:lineRule="auto"/>
      </w:pPr>
      <w:r w:rsidRPr="00B01AF0">
        <w:t>Bitte benutzen Sie den vorliegenden Vordruck der Anlage 1 zum Vertrag.</w:t>
      </w:r>
    </w:p>
    <w:p w:rsidR="000E7EBF" w:rsidRPr="00B01AF0" w:rsidRDefault="000E7EBF" w:rsidP="009D2B4C">
      <w:pPr>
        <w:tabs>
          <w:tab w:val="left" w:pos="7938"/>
        </w:tabs>
        <w:spacing w:line="276" w:lineRule="auto"/>
      </w:pPr>
    </w:p>
    <w:p w:rsidR="00CD51B1" w:rsidRPr="00B01AF0" w:rsidRDefault="00CD51B1" w:rsidP="009D2B4C">
      <w:pPr>
        <w:tabs>
          <w:tab w:val="left" w:pos="7938"/>
        </w:tabs>
        <w:spacing w:line="276" w:lineRule="auto"/>
      </w:pPr>
    </w:p>
    <w:p w:rsidR="00CD51B1" w:rsidRPr="00B01AF0" w:rsidRDefault="00CD51B1" w:rsidP="009D2B4C">
      <w:pPr>
        <w:tabs>
          <w:tab w:val="left" w:pos="7938"/>
        </w:tabs>
        <w:spacing w:after="120" w:line="276" w:lineRule="auto"/>
      </w:pPr>
      <w:r w:rsidRPr="00B01AF0">
        <w:t xml:space="preserve">Die nachstehenden </w:t>
      </w:r>
      <w:r w:rsidRPr="003A31AF">
        <w:rPr>
          <w:u w:val="single"/>
        </w:rPr>
        <w:t>Anlagen</w:t>
      </w:r>
      <w:r w:rsidRPr="00B01AF0">
        <w:t xml:space="preserve"> sind den Antragsunterlagen beizulegen:</w:t>
      </w:r>
    </w:p>
    <w:p w:rsidR="00FD0246" w:rsidRPr="00B01AF0" w:rsidRDefault="00FD0246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 w:rsidRPr="00B01AF0">
        <w:t xml:space="preserve">Anlage </w:t>
      </w:r>
      <w:r w:rsidR="008D7A7C" w:rsidRPr="00B01AF0">
        <w:t>2</w:t>
      </w:r>
      <w:r w:rsidRPr="00B01AF0">
        <w:t>:</w:t>
      </w:r>
      <w:r w:rsidR="00C4366D" w:rsidRPr="00B01AF0">
        <w:tab/>
      </w:r>
      <w:r w:rsidR="00CD1E90">
        <w:t>Foto der Hinweise zur Rückgabe möglichst vollständiger Geräte</w:t>
      </w:r>
      <w:r w:rsidR="006365DE" w:rsidRPr="006365DE">
        <w:t xml:space="preserve"> (Abschnitt 3.</w:t>
      </w:r>
      <w:r w:rsidR="00CD1E90">
        <w:t>2</w:t>
      </w:r>
      <w:r w:rsidR="006365DE" w:rsidRPr="006365DE">
        <w:t>)</w:t>
      </w:r>
    </w:p>
    <w:p w:rsidR="009D2B4C" w:rsidRDefault="00E41019" w:rsidP="009D2B4C">
      <w:pPr>
        <w:pStyle w:val="Default"/>
        <w:tabs>
          <w:tab w:val="left" w:pos="708"/>
          <w:tab w:val="left" w:pos="1416"/>
          <w:tab w:val="left" w:pos="2188"/>
        </w:tabs>
        <w:spacing w:before="240" w:line="276" w:lineRule="auto"/>
        <w:ind w:left="1410" w:hanging="1410"/>
        <w:rPr>
          <w:rFonts w:ascii="Arial" w:hAnsi="Arial" w:cs="Arial"/>
          <w:sz w:val="22"/>
          <w:szCs w:val="22"/>
        </w:rPr>
      </w:pPr>
      <w:r w:rsidRPr="00B01AF0">
        <w:rPr>
          <w:rFonts w:ascii="Arial" w:hAnsi="Arial" w:cs="Arial"/>
          <w:sz w:val="22"/>
          <w:szCs w:val="22"/>
        </w:rPr>
        <w:t xml:space="preserve">Anlage </w:t>
      </w:r>
      <w:r w:rsidR="008D7A7C" w:rsidRPr="00B01AF0">
        <w:rPr>
          <w:rFonts w:ascii="Arial" w:hAnsi="Arial" w:cs="Arial"/>
          <w:sz w:val="22"/>
          <w:szCs w:val="22"/>
        </w:rPr>
        <w:t>3</w:t>
      </w:r>
      <w:r w:rsidRPr="00B01AF0">
        <w:rPr>
          <w:rFonts w:ascii="Arial" w:hAnsi="Arial" w:cs="Arial"/>
          <w:sz w:val="22"/>
          <w:szCs w:val="22"/>
        </w:rPr>
        <w:t>:</w:t>
      </w:r>
      <w:r w:rsidRPr="00B01AF0">
        <w:rPr>
          <w:rFonts w:ascii="Arial" w:hAnsi="Arial" w:cs="Arial"/>
          <w:sz w:val="22"/>
          <w:szCs w:val="22"/>
        </w:rPr>
        <w:tab/>
      </w:r>
      <w:r w:rsidR="001B295D" w:rsidRPr="001B295D">
        <w:rPr>
          <w:rFonts w:ascii="Arial" w:hAnsi="Arial" w:cs="Arial"/>
          <w:sz w:val="22"/>
          <w:szCs w:val="22"/>
        </w:rPr>
        <w:tab/>
        <w:t>Bemaßte Zeichnungen, ggf. ergänzende Fotos und Angabe der Aufstellungsorte der Sammelboxen</w:t>
      </w:r>
      <w:r w:rsidR="001B295D">
        <w:rPr>
          <w:rFonts w:ascii="Arial" w:hAnsi="Arial" w:cs="Arial"/>
          <w:sz w:val="22"/>
          <w:szCs w:val="22"/>
        </w:rPr>
        <w:t>,</w:t>
      </w:r>
      <w:r w:rsidR="009D2B4C">
        <w:rPr>
          <w:rFonts w:ascii="Arial" w:hAnsi="Arial" w:cs="Arial"/>
          <w:sz w:val="22"/>
          <w:szCs w:val="22"/>
        </w:rPr>
        <w:br/>
      </w:r>
      <w:r w:rsidR="001B295D">
        <w:rPr>
          <w:rFonts w:ascii="Arial" w:hAnsi="Arial" w:cs="Arial"/>
          <w:sz w:val="22"/>
          <w:szCs w:val="22"/>
        </w:rPr>
        <w:tab/>
      </w:r>
      <w:r w:rsidR="001B295D" w:rsidRPr="001B295D">
        <w:rPr>
          <w:rFonts w:ascii="Arial" w:hAnsi="Arial" w:cs="Arial"/>
          <w:sz w:val="22"/>
          <w:szCs w:val="22"/>
        </w:rPr>
        <w:t>Kopie der Verpackungsempfehlung für den Versand per Post oder per Paketdienst</w:t>
      </w:r>
      <w:r w:rsidR="001B295D">
        <w:rPr>
          <w:rFonts w:ascii="Arial" w:hAnsi="Arial" w:cs="Arial"/>
          <w:sz w:val="22"/>
          <w:szCs w:val="22"/>
        </w:rPr>
        <w:t xml:space="preserve"> (Abschnitt 3.3)</w:t>
      </w:r>
    </w:p>
    <w:p w:rsidR="00EC4CD1" w:rsidRPr="003F3EAA" w:rsidRDefault="008D7A7C" w:rsidP="009D2B4C">
      <w:pPr>
        <w:pStyle w:val="Default"/>
        <w:tabs>
          <w:tab w:val="left" w:pos="708"/>
          <w:tab w:val="left" w:pos="1416"/>
          <w:tab w:val="left" w:pos="2188"/>
        </w:tabs>
        <w:spacing w:before="240" w:line="276" w:lineRule="auto"/>
        <w:ind w:left="1410" w:hanging="1410"/>
        <w:rPr>
          <w:rFonts w:ascii="Arial" w:hAnsi="Arial" w:cs="Arial"/>
          <w:sz w:val="22"/>
          <w:szCs w:val="22"/>
        </w:rPr>
      </w:pPr>
      <w:r w:rsidRPr="00B01AF0">
        <w:rPr>
          <w:rFonts w:ascii="Arial" w:hAnsi="Arial" w:cs="Arial"/>
          <w:sz w:val="22"/>
          <w:szCs w:val="22"/>
        </w:rPr>
        <w:t>Anlage 4</w:t>
      </w:r>
      <w:r w:rsidR="00EC4CD1" w:rsidRPr="00B01AF0">
        <w:rPr>
          <w:rFonts w:ascii="Arial" w:hAnsi="Arial" w:cs="Arial"/>
          <w:sz w:val="22"/>
          <w:szCs w:val="22"/>
        </w:rPr>
        <w:t>:</w:t>
      </w:r>
      <w:r w:rsidR="00EC4CD1" w:rsidRPr="00B01AF0">
        <w:rPr>
          <w:rFonts w:ascii="Arial" w:hAnsi="Arial" w:cs="Arial"/>
          <w:sz w:val="22"/>
          <w:szCs w:val="22"/>
        </w:rPr>
        <w:tab/>
      </w:r>
      <w:r w:rsidR="001B295D" w:rsidRPr="001B295D">
        <w:rPr>
          <w:rFonts w:ascii="Arial" w:hAnsi="Arial" w:cs="Arial"/>
          <w:sz w:val="22"/>
          <w:szCs w:val="22"/>
        </w:rPr>
        <w:t>Nachweise zur Einhaltung der relevanten Vors</w:t>
      </w:r>
      <w:r w:rsidR="001B295D">
        <w:rPr>
          <w:rFonts w:ascii="Arial" w:hAnsi="Arial" w:cs="Arial"/>
          <w:sz w:val="22"/>
          <w:szCs w:val="22"/>
        </w:rPr>
        <w:t>chriften gemäß GGBefG und GGVSEB</w:t>
      </w:r>
      <w:r w:rsidR="0041294F">
        <w:rPr>
          <w:rFonts w:ascii="Arial" w:hAnsi="Arial" w:cs="Arial"/>
          <w:sz w:val="22"/>
          <w:szCs w:val="22"/>
        </w:rPr>
        <w:t>,</w:t>
      </w:r>
      <w:r w:rsidR="009D2B4C">
        <w:rPr>
          <w:rFonts w:ascii="Arial" w:hAnsi="Arial" w:cs="Arial"/>
          <w:sz w:val="22"/>
          <w:szCs w:val="22"/>
        </w:rPr>
        <w:br/>
      </w:r>
      <w:r w:rsidR="001B295D" w:rsidRPr="003F3EAA">
        <w:rPr>
          <w:rFonts w:ascii="Arial" w:hAnsi="Arial" w:cs="Arial"/>
          <w:sz w:val="22"/>
          <w:szCs w:val="22"/>
        </w:rPr>
        <w:t>Kopie der Arbeitsanweisungen für den Personenkreis, der die Rücknahme und die Beförderung durchführt (Abschnitt 3.3)</w:t>
      </w:r>
    </w:p>
    <w:p w:rsidR="00F6523B" w:rsidRDefault="00863B6A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 w:rsidRPr="00B01AF0">
        <w:t xml:space="preserve">Anlage </w:t>
      </w:r>
      <w:r w:rsidR="008D7A7C" w:rsidRPr="00B01AF0">
        <w:t>5</w:t>
      </w:r>
      <w:r w:rsidRPr="00B01AF0">
        <w:t>:</w:t>
      </w:r>
      <w:r w:rsidR="00E91D01">
        <w:tab/>
      </w:r>
      <w:r w:rsidR="00F6523B">
        <w:t xml:space="preserve">Beschreibung der Maßnahmen gegen Diebstahl/unbefugten Zugang und Kopie der Arbeitsanweisung </w:t>
      </w:r>
      <w:r w:rsidR="00F6523B" w:rsidRPr="00A2728D">
        <w:t>(</w:t>
      </w:r>
      <w:r w:rsidR="00F6523B">
        <w:t>Abschnitt 3.5</w:t>
      </w:r>
      <w:r w:rsidR="00F6523B" w:rsidRPr="00A2728D">
        <w:t>)</w:t>
      </w:r>
    </w:p>
    <w:p w:rsidR="00C21E5F" w:rsidRPr="00B01AF0" w:rsidRDefault="00F6523B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>
        <w:t>Anlage 6:</w:t>
      </w:r>
      <w:r>
        <w:tab/>
        <w:t>Foto der Hinweise</w:t>
      </w:r>
      <w:r w:rsidRPr="00F6523B">
        <w:t xml:space="preserve"> zur Datenlöschung und zur Entnahme von Speichermedien</w:t>
      </w:r>
      <w:r>
        <w:t xml:space="preserve"> an Letztbesitzer</w:t>
      </w:r>
      <w:r w:rsidR="00A2728D" w:rsidRPr="00A2728D">
        <w:t xml:space="preserve"> (</w:t>
      </w:r>
      <w:r w:rsidR="00B839AB">
        <w:t xml:space="preserve">Abschnitt </w:t>
      </w:r>
      <w:r>
        <w:t>3.5</w:t>
      </w:r>
      <w:r w:rsidR="00A2728D" w:rsidRPr="00A2728D">
        <w:t>)</w:t>
      </w:r>
    </w:p>
    <w:p w:rsidR="003F3EAA" w:rsidRDefault="00863B6A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 w:rsidRPr="00B01AF0">
        <w:t xml:space="preserve">Anlage </w:t>
      </w:r>
      <w:r w:rsidR="003F3EAA">
        <w:t>7</w:t>
      </w:r>
      <w:r w:rsidRPr="00B01AF0">
        <w:t>:</w:t>
      </w:r>
      <w:r w:rsidR="00E91D01">
        <w:tab/>
      </w:r>
      <w:r w:rsidR="003F3EAA">
        <w:tab/>
        <w:t xml:space="preserve">Benennung der verwendeten Datenlöschverfahren, der verwendeten Software und Beschreibung der einzelnen Verfahrensschritte, </w:t>
      </w:r>
      <w:r w:rsidR="009D2B4C">
        <w:br/>
      </w:r>
      <w:r w:rsidR="003F3EAA">
        <w:t>drei Löschprotokolle unterschiedlicher Geräte (Abschnitt 3.5)</w:t>
      </w:r>
    </w:p>
    <w:p w:rsidR="00863B6A" w:rsidRPr="00B01AF0" w:rsidRDefault="003F3EAA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>
        <w:t>Anlage 8:</w:t>
      </w:r>
      <w:r>
        <w:tab/>
      </w:r>
      <w:r>
        <w:tab/>
        <w:t>Zertifizierungsnachweis des Entsorgers nach DIN 66399 (Abschnitt 3.5)</w:t>
      </w:r>
    </w:p>
    <w:p w:rsidR="00EC4CD1" w:rsidRDefault="008D7A7C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 w:rsidRPr="00B01AF0">
        <w:t xml:space="preserve">Anlage </w:t>
      </w:r>
      <w:r w:rsidR="008D045D">
        <w:t>9</w:t>
      </w:r>
      <w:r w:rsidR="00EC4CD1" w:rsidRPr="00B01AF0">
        <w:t>:</w:t>
      </w:r>
      <w:r w:rsidR="00EC4CD1" w:rsidRPr="00B01AF0">
        <w:tab/>
      </w:r>
      <w:r w:rsidR="008D045D">
        <w:t>Liste mit Beschreibung der Prüf- und Bewertungsschritte;</w:t>
      </w:r>
      <w:r w:rsidR="009D2B4C">
        <w:t xml:space="preserve"> </w:t>
      </w:r>
      <w:r w:rsidR="009D2B4C">
        <w:br/>
      </w:r>
      <w:r w:rsidR="008D045D">
        <w:t>Benennung der angewendeten Beurteilungskriterien und deren Operationalisierung,</w:t>
      </w:r>
      <w:r w:rsidR="009D2B4C">
        <w:br/>
      </w:r>
      <w:r w:rsidR="008D045D">
        <w:t>Protokollvorlage für die Prüfung der einzelnen Geräte (Abschnitt 3.6)</w:t>
      </w:r>
    </w:p>
    <w:p w:rsidR="00EB782D" w:rsidRDefault="009D2B4C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sectPr w:rsidR="00EB782D" w:rsidSect="00EB782D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6840" w:h="11907" w:orient="landscape" w:code="9"/>
          <w:pgMar w:top="1985" w:right="1531" w:bottom="1134" w:left="1134" w:header="720" w:footer="720" w:gutter="0"/>
          <w:cols w:space="720"/>
          <w:docGrid w:linePitch="299"/>
        </w:sectPr>
      </w:pPr>
      <w:r>
        <w:t>Anlage 10</w:t>
      </w:r>
      <w:r w:rsidR="00281BAE">
        <w:t>:</w:t>
      </w:r>
      <w:r w:rsidR="00281BAE">
        <w:tab/>
      </w:r>
      <w:r>
        <w:t xml:space="preserve">Zertifizierungsnachweis </w:t>
      </w:r>
      <w:r w:rsidR="00C65783">
        <w:t>der</w:t>
      </w:r>
      <w:r>
        <w:t xml:space="preserve"> EBA</w:t>
      </w:r>
      <w:r w:rsidR="00A33B8D" w:rsidRPr="00A33B8D">
        <w:t xml:space="preserve"> </w:t>
      </w:r>
      <w:r w:rsidR="00C65783">
        <w:t xml:space="preserve">gemäß § 21 </w:t>
      </w:r>
      <w:proofErr w:type="spellStart"/>
      <w:r w:rsidR="00C65783">
        <w:t>ElektroG</w:t>
      </w:r>
      <w:proofErr w:type="spellEnd"/>
      <w:r w:rsidR="00C65783">
        <w:t xml:space="preserve"> </w:t>
      </w:r>
      <w:r w:rsidR="00A33B8D" w:rsidRPr="00A33B8D">
        <w:t>(</w:t>
      </w:r>
      <w:r>
        <w:t>Abschnitt 3.6 Vorbereitung zur Wiederverwendung/weiteren Nutzung</w:t>
      </w:r>
      <w:r w:rsidR="00A33B8D" w:rsidRPr="00A33B8D">
        <w:t>)</w:t>
      </w:r>
    </w:p>
    <w:p w:rsidR="009D2B4C" w:rsidRPr="00B01AF0" w:rsidRDefault="009D2B4C" w:rsidP="009D2B4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240" w:after="120" w:line="276" w:lineRule="auto"/>
        <w:ind w:left="1410" w:hanging="1410"/>
      </w:pPr>
      <w:r>
        <w:lastRenderedPageBreak/>
        <w:t>Anlage 11:</w:t>
      </w:r>
      <w:r>
        <w:tab/>
        <w:t xml:space="preserve">Beschreibung der einzelnen Schritte der technischen Prüfung, </w:t>
      </w:r>
      <w:r>
        <w:br/>
        <w:t>Nachweis über vorhand</w:t>
      </w:r>
      <w:r w:rsidR="001476E8">
        <w:t>ene Infrastruktur für Reparatur</w:t>
      </w:r>
      <w:r>
        <w:t>maßnahmen</w:t>
      </w:r>
      <w:r w:rsidR="001476E8">
        <w:t>,</w:t>
      </w:r>
      <w:r>
        <w:t xml:space="preserve"> </w:t>
      </w:r>
      <w:r>
        <w:br/>
        <w:t>Nachweis zur Qualifizierung der für die Sicherheitsprüfung verantwortlichen Personen als</w:t>
      </w:r>
      <w:r w:rsidR="00EB782D">
        <w:br/>
      </w:r>
      <w:r>
        <w:t>Elektrotechnische Fachkraft (Abschnitt 3.6)</w:t>
      </w:r>
    </w:p>
    <w:p w:rsidR="001A0244" w:rsidRDefault="001A0244" w:rsidP="009D2B4C">
      <w:pPr>
        <w:pStyle w:val="Default"/>
        <w:spacing w:before="240" w:line="276" w:lineRule="auto"/>
        <w:ind w:left="1410" w:hanging="1410"/>
        <w:rPr>
          <w:rFonts w:ascii="Arial" w:hAnsi="Arial" w:cs="Arial"/>
          <w:sz w:val="22"/>
          <w:szCs w:val="22"/>
        </w:rPr>
      </w:pPr>
      <w:r w:rsidRPr="00B01AF0">
        <w:rPr>
          <w:rFonts w:ascii="Arial" w:hAnsi="Arial" w:cs="Arial"/>
          <w:sz w:val="22"/>
          <w:szCs w:val="22"/>
        </w:rPr>
        <w:t xml:space="preserve">Anlage </w:t>
      </w:r>
      <w:r w:rsidR="009D2B4C">
        <w:rPr>
          <w:rFonts w:ascii="Arial" w:hAnsi="Arial" w:cs="Arial"/>
          <w:sz w:val="22"/>
          <w:szCs w:val="22"/>
        </w:rPr>
        <w:t>12</w:t>
      </w:r>
      <w:r w:rsidRPr="00B01AF0">
        <w:rPr>
          <w:rFonts w:ascii="Arial" w:hAnsi="Arial" w:cs="Arial"/>
          <w:sz w:val="22"/>
          <w:szCs w:val="22"/>
        </w:rPr>
        <w:t>:</w:t>
      </w:r>
      <w:r w:rsidRPr="00B01AF0">
        <w:rPr>
          <w:rFonts w:ascii="Arial" w:hAnsi="Arial" w:cs="Arial"/>
          <w:sz w:val="22"/>
          <w:szCs w:val="22"/>
        </w:rPr>
        <w:tab/>
      </w:r>
      <w:r w:rsidR="009D2B4C">
        <w:rPr>
          <w:rFonts w:ascii="Arial" w:hAnsi="Arial" w:cs="Arial"/>
          <w:sz w:val="22"/>
          <w:szCs w:val="22"/>
        </w:rPr>
        <w:t>Protokollvorlage zur Qualitätskontrolle und Sicherheitsüberprüfung (Abschnitt 3.6)</w:t>
      </w:r>
    </w:p>
    <w:p w:rsidR="00E51DA7" w:rsidRDefault="00E51DA7" w:rsidP="009D2B4C">
      <w:pPr>
        <w:pStyle w:val="Default"/>
        <w:spacing w:before="240" w:line="276" w:lineRule="auto"/>
        <w:ind w:left="1410" w:hanging="14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Anlage 13:</w:t>
      </w:r>
      <w:r>
        <w:rPr>
          <w:rFonts w:ascii="Arial" w:hAnsi="Arial" w:cs="Arial"/>
          <w:sz w:val="22"/>
          <w:szCs w:val="22"/>
        </w:rPr>
        <w:tab/>
      </w:r>
      <w:r w:rsidRPr="00E51DA7">
        <w:rPr>
          <w:rFonts w:ascii="Arial" w:hAnsi="Arial" w:cs="Arial"/>
          <w:sz w:val="22"/>
          <w:szCs w:val="22"/>
        </w:rPr>
        <w:t>Liste der regelmäßig entnommenen Bauteile</w:t>
      </w:r>
      <w:r>
        <w:rPr>
          <w:rFonts w:ascii="Arial" w:hAnsi="Arial" w:cs="Arial"/>
          <w:sz w:val="22"/>
          <w:szCs w:val="22"/>
        </w:rPr>
        <w:t xml:space="preserve"> (Abschnitt 3.8)</w:t>
      </w:r>
    </w:p>
    <w:p w:rsidR="00E51DA7" w:rsidRPr="00E51DA7" w:rsidRDefault="00E51DA7" w:rsidP="00E51DA7">
      <w:pPr>
        <w:pStyle w:val="Default"/>
        <w:spacing w:before="240" w:line="276" w:lineRule="auto"/>
        <w:ind w:left="1410" w:hanging="14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Anlage 14:</w:t>
      </w:r>
      <w:r>
        <w:rPr>
          <w:rFonts w:ascii="Arial" w:hAnsi="Arial" w:cs="Arial"/>
          <w:sz w:val="22"/>
          <w:szCs w:val="22"/>
        </w:rPr>
        <w:tab/>
      </w:r>
      <w:r w:rsidRPr="00E51DA7">
        <w:rPr>
          <w:rFonts w:ascii="Arial" w:hAnsi="Arial" w:cs="Arial"/>
          <w:sz w:val="22"/>
          <w:szCs w:val="22"/>
        </w:rPr>
        <w:t>Nachweis, dass die Geräte einer zertifizierten EBA zugeführt werden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  <w:t>Z</w:t>
      </w:r>
      <w:r w:rsidRPr="00E51DA7">
        <w:rPr>
          <w:rFonts w:ascii="Arial" w:hAnsi="Arial" w:cs="Arial"/>
          <w:sz w:val="22"/>
          <w:szCs w:val="22"/>
        </w:rPr>
        <w:t xml:space="preserve">ertifizierungsnachweise </w:t>
      </w:r>
      <w:r>
        <w:rPr>
          <w:rFonts w:ascii="Arial" w:hAnsi="Arial" w:cs="Arial"/>
          <w:sz w:val="22"/>
          <w:szCs w:val="22"/>
        </w:rPr>
        <w:t xml:space="preserve">der EBA nach § 21 </w:t>
      </w:r>
      <w:proofErr w:type="spellStart"/>
      <w:r>
        <w:rPr>
          <w:rFonts w:ascii="Arial" w:hAnsi="Arial" w:cs="Arial"/>
          <w:sz w:val="22"/>
          <w:szCs w:val="22"/>
        </w:rPr>
        <w:t>ElektroG</w:t>
      </w:r>
      <w:proofErr w:type="spellEnd"/>
      <w:r>
        <w:rPr>
          <w:rFonts w:ascii="Arial" w:hAnsi="Arial" w:cs="Arial"/>
          <w:sz w:val="22"/>
          <w:szCs w:val="22"/>
        </w:rPr>
        <w:t xml:space="preserve"> sowie ISO 9001, ISO 14001 oder EMAS</w:t>
      </w:r>
      <w:r>
        <w:rPr>
          <w:rFonts w:ascii="Arial" w:hAnsi="Arial" w:cs="Arial"/>
          <w:sz w:val="22"/>
          <w:szCs w:val="22"/>
        </w:rPr>
        <w:br/>
        <w:t xml:space="preserve">(Abschnitt 3.10 </w:t>
      </w:r>
      <w:r w:rsidRPr="00E51DA7">
        <w:rPr>
          <w:rFonts w:ascii="Arial" w:hAnsi="Arial" w:cs="Arial"/>
          <w:sz w:val="22"/>
          <w:szCs w:val="22"/>
        </w:rPr>
        <w:t>Recycling nicht wiederverwendungsfähiger bzw. nicht weiter nutzbarer Geräte</w:t>
      </w:r>
      <w:r>
        <w:rPr>
          <w:rFonts w:ascii="Arial" w:hAnsi="Arial" w:cs="Arial"/>
          <w:sz w:val="22"/>
          <w:szCs w:val="22"/>
        </w:rPr>
        <w:t>)</w:t>
      </w:r>
    </w:p>
    <w:p w:rsidR="006365DE" w:rsidRPr="00B01AF0" w:rsidRDefault="0042667E" w:rsidP="0042667E">
      <w:pPr>
        <w:pStyle w:val="Default"/>
        <w:spacing w:before="240" w:line="276" w:lineRule="auto"/>
        <w:ind w:left="1410" w:hanging="1410"/>
      </w:pPr>
      <w:r>
        <w:rPr>
          <w:rFonts w:ascii="Arial" w:hAnsi="Arial" w:cs="Arial"/>
          <w:sz w:val="22"/>
          <w:szCs w:val="22"/>
        </w:rPr>
        <w:t>Anlage 15</w:t>
      </w:r>
      <w:r w:rsidR="001A0244" w:rsidRPr="00B01AF0">
        <w:rPr>
          <w:rFonts w:ascii="Arial" w:hAnsi="Arial" w:cs="Arial"/>
          <w:sz w:val="22"/>
          <w:szCs w:val="22"/>
        </w:rPr>
        <w:t>:</w:t>
      </w:r>
      <w:r w:rsidR="001A0244" w:rsidRPr="00B01AF0">
        <w:rPr>
          <w:rFonts w:ascii="Arial" w:hAnsi="Arial" w:cs="Arial"/>
          <w:sz w:val="22"/>
          <w:szCs w:val="22"/>
        </w:rPr>
        <w:tab/>
      </w:r>
      <w:r w:rsidRPr="0042667E">
        <w:rPr>
          <w:rFonts w:ascii="Arial" w:hAnsi="Arial" w:cs="Arial"/>
          <w:sz w:val="22"/>
          <w:szCs w:val="22"/>
        </w:rPr>
        <w:t>Nachw</w:t>
      </w:r>
      <w:r>
        <w:rPr>
          <w:rFonts w:ascii="Arial" w:hAnsi="Arial" w:cs="Arial"/>
          <w:sz w:val="22"/>
          <w:szCs w:val="22"/>
        </w:rPr>
        <w:t>eis der jeweiligen Mengenströme,</w:t>
      </w:r>
      <w:r>
        <w:rPr>
          <w:rFonts w:ascii="Arial" w:hAnsi="Arial" w:cs="Arial"/>
          <w:sz w:val="22"/>
          <w:szCs w:val="22"/>
        </w:rPr>
        <w:br/>
      </w:r>
      <w:r w:rsidRPr="0042667E">
        <w:rPr>
          <w:rFonts w:ascii="Arial" w:hAnsi="Arial" w:cs="Arial"/>
          <w:sz w:val="22"/>
          <w:szCs w:val="22"/>
        </w:rPr>
        <w:t>Ausweisung der Vermarktungsregionen (C)</w:t>
      </w:r>
      <w:r>
        <w:rPr>
          <w:rFonts w:ascii="Arial" w:hAnsi="Arial" w:cs="Arial"/>
          <w:sz w:val="22"/>
          <w:szCs w:val="22"/>
        </w:rPr>
        <w:t xml:space="preserve"> (Abschnitt 3.11)</w:t>
      </w:r>
    </w:p>
    <w:p w:rsidR="002E629B" w:rsidRPr="00B01AF0" w:rsidRDefault="002E629B" w:rsidP="0053720B">
      <w:pPr>
        <w:pStyle w:val="Textkrper"/>
        <w:spacing w:line="276" w:lineRule="auto"/>
        <w:jc w:val="both"/>
        <w:rPr>
          <w:sz w:val="22"/>
        </w:rPr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5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5"/>
      <w:r w:rsidR="00E57D79" w:rsidRPr="00B01AF0">
        <w:rPr>
          <w:sz w:val="22"/>
        </w:rPr>
        <w:tab/>
      </w:r>
    </w:p>
    <w:p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6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6"/>
      <w:r w:rsidR="00E57D79" w:rsidRPr="00B01AF0">
        <w:rPr>
          <w:sz w:val="22"/>
        </w:rPr>
        <w:tab/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Zeichennehmer:</w:t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</w:p>
    <w:p w:rsidR="002E629B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und Firmenstempel)</w:t>
      </w:r>
      <w:r w:rsidRPr="00B01AF0">
        <w:rPr>
          <w:sz w:val="22"/>
        </w:rPr>
        <w:tab/>
      </w:r>
    </w:p>
    <w:sectPr w:rsidR="002E629B" w:rsidRPr="00B01AF0" w:rsidSect="00EB782D">
      <w:pgSz w:w="16840" w:h="11907" w:orient="landscape" w:code="9"/>
      <w:pgMar w:top="1985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F42" w:rsidRDefault="00086F42">
      <w:r>
        <w:separator/>
      </w:r>
    </w:p>
    <w:p w:rsidR="00086F42" w:rsidRDefault="00086F42"/>
    <w:p w:rsidR="00086F42" w:rsidRDefault="00086F42" w:rsidP="0050007C"/>
    <w:p w:rsidR="00086F42" w:rsidRDefault="00086F42"/>
    <w:p w:rsidR="00086F42" w:rsidRDefault="00086F42"/>
  </w:endnote>
  <w:endnote w:type="continuationSeparator" w:id="0">
    <w:p w:rsidR="00086F42" w:rsidRDefault="00086F42">
      <w:r>
        <w:continuationSeparator/>
      </w:r>
    </w:p>
    <w:p w:rsidR="00086F42" w:rsidRDefault="00086F42"/>
    <w:p w:rsidR="00086F42" w:rsidRDefault="00086F42" w:rsidP="0050007C"/>
    <w:p w:rsidR="00086F42" w:rsidRDefault="00086F42"/>
    <w:p w:rsidR="00086F42" w:rsidRDefault="00086F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F42" w:rsidRDefault="00086F42">
    <w:pPr>
      <w:pStyle w:val="Fuzeile"/>
    </w:pPr>
  </w:p>
  <w:p w:rsidR="00086F42" w:rsidRDefault="00086F42"/>
  <w:p w:rsidR="00086F42" w:rsidRDefault="00086F42" w:rsidP="0050007C"/>
  <w:p w:rsidR="00086F42" w:rsidRDefault="00086F42" w:rsidP="0050007C"/>
  <w:p w:rsidR="00086F42" w:rsidRDefault="00086F4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F42" w:rsidRDefault="00EB782D" w:rsidP="00EB782D">
    <w:pPr>
      <w:pStyle w:val="Fuzeile"/>
      <w:tabs>
        <w:tab w:val="clear" w:pos="4536"/>
        <w:tab w:val="clear" w:pos="9072"/>
        <w:tab w:val="center" w:pos="7088"/>
        <w:tab w:val="left" w:pos="11057"/>
      </w:tabs>
      <w:jc w:val="both"/>
      <w:rPr>
        <w:noProof/>
      </w:rPr>
    </w:pPr>
    <w:r>
      <w:t xml:space="preserve">11.07.2018 </w:t>
    </w:r>
    <w:r w:rsidR="00086F42">
      <w:t>Anlage 1</w:t>
    </w:r>
    <w:r w:rsidR="00086F42">
      <w:tab/>
    </w:r>
    <w:r w:rsidR="00086F42">
      <w:rPr>
        <w:rStyle w:val="Seitenzahl"/>
      </w:rPr>
      <w:fldChar w:fldCharType="begin"/>
    </w:r>
    <w:r w:rsidR="00086F42">
      <w:rPr>
        <w:rStyle w:val="Seitenzahl"/>
      </w:rPr>
      <w:instrText xml:space="preserve"> PAGE </w:instrText>
    </w:r>
    <w:r w:rsidR="00086F42">
      <w:rPr>
        <w:rStyle w:val="Seitenzahl"/>
      </w:rPr>
      <w:fldChar w:fldCharType="separate"/>
    </w:r>
    <w:r w:rsidR="001476E8">
      <w:rPr>
        <w:rStyle w:val="Seitenzahl"/>
        <w:noProof/>
      </w:rPr>
      <w:t>10</w:t>
    </w:r>
    <w:r w:rsidR="00086F42">
      <w:rPr>
        <w:rStyle w:val="Seitenzahl"/>
      </w:rPr>
      <w:fldChar w:fldCharType="end"/>
    </w:r>
    <w:r w:rsidR="00086F42">
      <w:t>/</w:t>
    </w:r>
    <w:r w:rsidR="003B4E85">
      <w:fldChar w:fldCharType="begin"/>
    </w:r>
    <w:r w:rsidR="003B4E85">
      <w:instrText xml:space="preserve"> NUMPAGES   \* MERGEFORMAT </w:instrText>
    </w:r>
    <w:r w:rsidR="003B4E85">
      <w:fldChar w:fldCharType="separate"/>
    </w:r>
    <w:r w:rsidR="001476E8">
      <w:rPr>
        <w:noProof/>
      </w:rPr>
      <w:t>10</w:t>
    </w:r>
    <w:r w:rsidR="003B4E85">
      <w:rPr>
        <w:noProof/>
      </w:rPr>
      <w:fldChar w:fldCharType="end"/>
    </w:r>
    <w:r w:rsidR="00086F42">
      <w:rPr>
        <w:noProof/>
      </w:rPr>
      <w:tab/>
      <w:t>DE</w:t>
    </w:r>
    <w:r w:rsidR="00086F42">
      <w:t>-UZ 209 Ausgabe Juli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F42" w:rsidRDefault="00086F42">
      <w:r>
        <w:separator/>
      </w:r>
    </w:p>
  </w:footnote>
  <w:footnote w:type="continuationSeparator" w:id="0">
    <w:p w:rsidR="00086F42" w:rsidRDefault="00086F42">
      <w:r>
        <w:continuationSeparator/>
      </w:r>
    </w:p>
    <w:p w:rsidR="00086F42" w:rsidRDefault="00086F42"/>
    <w:p w:rsidR="00086F42" w:rsidRDefault="00086F42" w:rsidP="0050007C"/>
    <w:p w:rsidR="00086F42" w:rsidRDefault="00086F42"/>
    <w:p w:rsidR="00086F42" w:rsidRDefault="00086F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F42" w:rsidRDefault="00086F42">
    <w:pPr>
      <w:pStyle w:val="Kopfzeile"/>
    </w:pPr>
  </w:p>
  <w:p w:rsidR="00086F42" w:rsidRDefault="00086F42"/>
  <w:p w:rsidR="00086F42" w:rsidRDefault="00086F42" w:rsidP="0050007C"/>
  <w:p w:rsidR="00086F42" w:rsidRDefault="00086F42" w:rsidP="0050007C"/>
  <w:p w:rsidR="00086F42" w:rsidRDefault="00086F4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F42" w:rsidRDefault="00EB782D" w:rsidP="00EB782D">
    <w:pPr>
      <w:pStyle w:val="Kopfzeile"/>
      <w:jc w:val="right"/>
    </w:pPr>
    <w:r>
      <w:rPr>
        <w:noProof/>
      </w:rPr>
      <w:drawing>
        <wp:inline distT="0" distB="0" distL="0" distR="0">
          <wp:extent cx="853666" cy="595630"/>
          <wp:effectExtent l="0" t="0" r="381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0225" cy="621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3"/>
  </w:num>
  <w:num w:numId="7">
    <w:abstractNumId w:val="13"/>
  </w:num>
  <w:num w:numId="8">
    <w:abstractNumId w:val="2"/>
  </w:num>
  <w:num w:numId="9">
    <w:abstractNumId w:val="0"/>
  </w:num>
  <w:num w:numId="10">
    <w:abstractNumId w:val="7"/>
  </w:num>
  <w:num w:numId="11">
    <w:abstractNumId w:val="9"/>
  </w:num>
  <w:num w:numId="12">
    <w:abstractNumId w:val="10"/>
  </w:num>
  <w:num w:numId="13">
    <w:abstractNumId w:val="1"/>
  </w:num>
  <w:num w:numId="14">
    <w:abstractNumId w:val="14"/>
  </w:num>
  <w:num w:numId="1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CKXaaNYiffD4DE4mJSUFyTrfduZxQJXspT8JiESjyoSfJqP2od1Sptff1yEIVPOauZT5aeomSGDqMTssjHOiQ==" w:salt="j0B+3FqHUVk0bB2ItlIyf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59D9"/>
    <w:rsid w:val="00016B19"/>
    <w:rsid w:val="00017B60"/>
    <w:rsid w:val="0002001B"/>
    <w:rsid w:val="000207A4"/>
    <w:rsid w:val="0002135C"/>
    <w:rsid w:val="000215C7"/>
    <w:rsid w:val="000221A4"/>
    <w:rsid w:val="000225C4"/>
    <w:rsid w:val="00023343"/>
    <w:rsid w:val="00023B55"/>
    <w:rsid w:val="00023FFD"/>
    <w:rsid w:val="0002412B"/>
    <w:rsid w:val="00024D2A"/>
    <w:rsid w:val="00025263"/>
    <w:rsid w:val="000315B8"/>
    <w:rsid w:val="000322DC"/>
    <w:rsid w:val="00032514"/>
    <w:rsid w:val="000333A4"/>
    <w:rsid w:val="000335B3"/>
    <w:rsid w:val="000336E5"/>
    <w:rsid w:val="000337EB"/>
    <w:rsid w:val="00033A86"/>
    <w:rsid w:val="000349B9"/>
    <w:rsid w:val="00034B8D"/>
    <w:rsid w:val="00034D7D"/>
    <w:rsid w:val="000352CA"/>
    <w:rsid w:val="000358CD"/>
    <w:rsid w:val="0003668C"/>
    <w:rsid w:val="00036DD5"/>
    <w:rsid w:val="000407FF"/>
    <w:rsid w:val="00040881"/>
    <w:rsid w:val="0004223E"/>
    <w:rsid w:val="00042AF8"/>
    <w:rsid w:val="0004315D"/>
    <w:rsid w:val="00045ABE"/>
    <w:rsid w:val="00045DE8"/>
    <w:rsid w:val="0004655D"/>
    <w:rsid w:val="00046723"/>
    <w:rsid w:val="000468A9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1D1E"/>
    <w:rsid w:val="0007395D"/>
    <w:rsid w:val="00073A7B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C13"/>
    <w:rsid w:val="00083E6E"/>
    <w:rsid w:val="00086EE7"/>
    <w:rsid w:val="00086F42"/>
    <w:rsid w:val="000901DC"/>
    <w:rsid w:val="000906D7"/>
    <w:rsid w:val="00090B6D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D"/>
    <w:rsid w:val="000B0928"/>
    <w:rsid w:val="000B18F9"/>
    <w:rsid w:val="000B2483"/>
    <w:rsid w:val="000B33B5"/>
    <w:rsid w:val="000B3558"/>
    <w:rsid w:val="000B4421"/>
    <w:rsid w:val="000B5DDF"/>
    <w:rsid w:val="000B62A3"/>
    <w:rsid w:val="000C1A66"/>
    <w:rsid w:val="000C212C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5C6E"/>
    <w:rsid w:val="000D6D10"/>
    <w:rsid w:val="000D756B"/>
    <w:rsid w:val="000D7A8F"/>
    <w:rsid w:val="000E05EB"/>
    <w:rsid w:val="000E0FF2"/>
    <w:rsid w:val="000E18B9"/>
    <w:rsid w:val="000E27AE"/>
    <w:rsid w:val="000E30E5"/>
    <w:rsid w:val="000E3FF9"/>
    <w:rsid w:val="000E496C"/>
    <w:rsid w:val="000E4C80"/>
    <w:rsid w:val="000E60D8"/>
    <w:rsid w:val="000E6500"/>
    <w:rsid w:val="000E69CB"/>
    <w:rsid w:val="000E6CA7"/>
    <w:rsid w:val="000E7EBF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E39"/>
    <w:rsid w:val="001061A0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A5B"/>
    <w:rsid w:val="00114037"/>
    <w:rsid w:val="00115EE9"/>
    <w:rsid w:val="00116453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2F5"/>
    <w:rsid w:val="00142F66"/>
    <w:rsid w:val="00143F2D"/>
    <w:rsid w:val="00144A54"/>
    <w:rsid w:val="0014654A"/>
    <w:rsid w:val="0014704E"/>
    <w:rsid w:val="00147061"/>
    <w:rsid w:val="001476E8"/>
    <w:rsid w:val="0015045F"/>
    <w:rsid w:val="0015188D"/>
    <w:rsid w:val="00152E45"/>
    <w:rsid w:val="001543CB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1381"/>
    <w:rsid w:val="001931F3"/>
    <w:rsid w:val="001936B6"/>
    <w:rsid w:val="00193DDD"/>
    <w:rsid w:val="00194BBA"/>
    <w:rsid w:val="00195911"/>
    <w:rsid w:val="00195D6C"/>
    <w:rsid w:val="001961E4"/>
    <w:rsid w:val="00196E64"/>
    <w:rsid w:val="001973D7"/>
    <w:rsid w:val="001A0244"/>
    <w:rsid w:val="001A1E02"/>
    <w:rsid w:val="001A2036"/>
    <w:rsid w:val="001A2433"/>
    <w:rsid w:val="001A2E24"/>
    <w:rsid w:val="001A3053"/>
    <w:rsid w:val="001B1B87"/>
    <w:rsid w:val="001B22C2"/>
    <w:rsid w:val="001B280C"/>
    <w:rsid w:val="001B295D"/>
    <w:rsid w:val="001B2FEC"/>
    <w:rsid w:val="001B3B15"/>
    <w:rsid w:val="001B3D6E"/>
    <w:rsid w:val="001B411D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864"/>
    <w:rsid w:val="001D2A50"/>
    <w:rsid w:val="001D3C0B"/>
    <w:rsid w:val="001D3C6D"/>
    <w:rsid w:val="001D47FF"/>
    <w:rsid w:val="001D507F"/>
    <w:rsid w:val="001D5874"/>
    <w:rsid w:val="001D6039"/>
    <w:rsid w:val="001D658B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102"/>
    <w:rsid w:val="00212136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36E2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5728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5BC6"/>
    <w:rsid w:val="002965C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270E"/>
    <w:rsid w:val="00332749"/>
    <w:rsid w:val="00332E5F"/>
    <w:rsid w:val="003345CE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5DCF"/>
    <w:rsid w:val="00346F3E"/>
    <w:rsid w:val="0035498A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2A26"/>
    <w:rsid w:val="00372D30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2F6D"/>
    <w:rsid w:val="00393453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255B"/>
    <w:rsid w:val="003B3826"/>
    <w:rsid w:val="003B3A37"/>
    <w:rsid w:val="003B4142"/>
    <w:rsid w:val="003B44D6"/>
    <w:rsid w:val="003B4E85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D65"/>
    <w:rsid w:val="003F3CA9"/>
    <w:rsid w:val="003F3EAA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94F"/>
    <w:rsid w:val="00412AF5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A70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6D47"/>
    <w:rsid w:val="004974CA"/>
    <w:rsid w:val="00497765"/>
    <w:rsid w:val="00497D79"/>
    <w:rsid w:val="00497F4F"/>
    <w:rsid w:val="004A069E"/>
    <w:rsid w:val="004A1965"/>
    <w:rsid w:val="004A1D6A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1BBB"/>
    <w:rsid w:val="004B1E87"/>
    <w:rsid w:val="004B2DF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19CD"/>
    <w:rsid w:val="004E2787"/>
    <w:rsid w:val="004E27D6"/>
    <w:rsid w:val="004E2FE6"/>
    <w:rsid w:val="004E6A51"/>
    <w:rsid w:val="004E7256"/>
    <w:rsid w:val="004F0247"/>
    <w:rsid w:val="004F03DE"/>
    <w:rsid w:val="004F0716"/>
    <w:rsid w:val="004F1DA2"/>
    <w:rsid w:val="004F34BC"/>
    <w:rsid w:val="004F3B67"/>
    <w:rsid w:val="004F3C27"/>
    <w:rsid w:val="004F4043"/>
    <w:rsid w:val="004F5803"/>
    <w:rsid w:val="004F6B6D"/>
    <w:rsid w:val="004F6CB8"/>
    <w:rsid w:val="004F70F9"/>
    <w:rsid w:val="004F7AD1"/>
    <w:rsid w:val="004F7C57"/>
    <w:rsid w:val="0050007C"/>
    <w:rsid w:val="005000A0"/>
    <w:rsid w:val="0050021F"/>
    <w:rsid w:val="005008C6"/>
    <w:rsid w:val="00501A95"/>
    <w:rsid w:val="005036C2"/>
    <w:rsid w:val="0050388C"/>
    <w:rsid w:val="00503A6D"/>
    <w:rsid w:val="00505D73"/>
    <w:rsid w:val="00506948"/>
    <w:rsid w:val="00506C53"/>
    <w:rsid w:val="00507B79"/>
    <w:rsid w:val="005112A6"/>
    <w:rsid w:val="00511D52"/>
    <w:rsid w:val="00511DD7"/>
    <w:rsid w:val="00512525"/>
    <w:rsid w:val="00513B20"/>
    <w:rsid w:val="00513C76"/>
    <w:rsid w:val="005140E2"/>
    <w:rsid w:val="00515171"/>
    <w:rsid w:val="00515663"/>
    <w:rsid w:val="005163CB"/>
    <w:rsid w:val="00517D49"/>
    <w:rsid w:val="00520889"/>
    <w:rsid w:val="00520CA4"/>
    <w:rsid w:val="0052220A"/>
    <w:rsid w:val="00523049"/>
    <w:rsid w:val="0052321E"/>
    <w:rsid w:val="005241F4"/>
    <w:rsid w:val="00524856"/>
    <w:rsid w:val="0052612C"/>
    <w:rsid w:val="00526CAE"/>
    <w:rsid w:val="00527926"/>
    <w:rsid w:val="005302FF"/>
    <w:rsid w:val="0053063F"/>
    <w:rsid w:val="005306F2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B66"/>
    <w:rsid w:val="00543145"/>
    <w:rsid w:val="005431BC"/>
    <w:rsid w:val="005431DA"/>
    <w:rsid w:val="0054332D"/>
    <w:rsid w:val="005440F6"/>
    <w:rsid w:val="0054437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9F1"/>
    <w:rsid w:val="00562A49"/>
    <w:rsid w:val="00563DBF"/>
    <w:rsid w:val="00564A8F"/>
    <w:rsid w:val="00565904"/>
    <w:rsid w:val="00566526"/>
    <w:rsid w:val="00567220"/>
    <w:rsid w:val="0056749B"/>
    <w:rsid w:val="00567DA5"/>
    <w:rsid w:val="005719B8"/>
    <w:rsid w:val="005730E7"/>
    <w:rsid w:val="00573F66"/>
    <w:rsid w:val="0057454B"/>
    <w:rsid w:val="0057457C"/>
    <w:rsid w:val="005748F2"/>
    <w:rsid w:val="00574F1A"/>
    <w:rsid w:val="00574FD4"/>
    <w:rsid w:val="0057520D"/>
    <w:rsid w:val="00576268"/>
    <w:rsid w:val="005766C4"/>
    <w:rsid w:val="0057680E"/>
    <w:rsid w:val="00577B37"/>
    <w:rsid w:val="00577EB1"/>
    <w:rsid w:val="00580A95"/>
    <w:rsid w:val="0058339C"/>
    <w:rsid w:val="00583823"/>
    <w:rsid w:val="00583BA0"/>
    <w:rsid w:val="00583C97"/>
    <w:rsid w:val="00584F3E"/>
    <w:rsid w:val="00586778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859"/>
    <w:rsid w:val="005A1FB4"/>
    <w:rsid w:val="005A2201"/>
    <w:rsid w:val="005A26AF"/>
    <w:rsid w:val="005A3256"/>
    <w:rsid w:val="005A428B"/>
    <w:rsid w:val="005A45E9"/>
    <w:rsid w:val="005A5046"/>
    <w:rsid w:val="005A52B3"/>
    <w:rsid w:val="005A5FCA"/>
    <w:rsid w:val="005B0280"/>
    <w:rsid w:val="005B070A"/>
    <w:rsid w:val="005B0E6C"/>
    <w:rsid w:val="005B1ED4"/>
    <w:rsid w:val="005B3B17"/>
    <w:rsid w:val="005B6CEC"/>
    <w:rsid w:val="005B780C"/>
    <w:rsid w:val="005B7920"/>
    <w:rsid w:val="005C1BF0"/>
    <w:rsid w:val="005C2D21"/>
    <w:rsid w:val="005C333F"/>
    <w:rsid w:val="005C42D9"/>
    <w:rsid w:val="005C55C7"/>
    <w:rsid w:val="005C58EA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E17AE"/>
    <w:rsid w:val="005E1AA0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300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40337"/>
    <w:rsid w:val="0064096B"/>
    <w:rsid w:val="00640CD2"/>
    <w:rsid w:val="006437ED"/>
    <w:rsid w:val="006451E5"/>
    <w:rsid w:val="00646439"/>
    <w:rsid w:val="00647796"/>
    <w:rsid w:val="00647F1B"/>
    <w:rsid w:val="00651275"/>
    <w:rsid w:val="006514BD"/>
    <w:rsid w:val="00651B3D"/>
    <w:rsid w:val="006524C5"/>
    <w:rsid w:val="00652C9F"/>
    <w:rsid w:val="00652D2B"/>
    <w:rsid w:val="0065376C"/>
    <w:rsid w:val="0065385B"/>
    <w:rsid w:val="00653971"/>
    <w:rsid w:val="0065461A"/>
    <w:rsid w:val="00654DBB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98F"/>
    <w:rsid w:val="00675AD2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59C6"/>
    <w:rsid w:val="00685A57"/>
    <w:rsid w:val="00686CC9"/>
    <w:rsid w:val="006914D0"/>
    <w:rsid w:val="0069272B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9EE"/>
    <w:rsid w:val="00711D82"/>
    <w:rsid w:val="0071356D"/>
    <w:rsid w:val="0071394B"/>
    <w:rsid w:val="00714917"/>
    <w:rsid w:val="00714EE2"/>
    <w:rsid w:val="00714F18"/>
    <w:rsid w:val="00714F32"/>
    <w:rsid w:val="007154D7"/>
    <w:rsid w:val="0071583B"/>
    <w:rsid w:val="0071601F"/>
    <w:rsid w:val="00716B7B"/>
    <w:rsid w:val="00720763"/>
    <w:rsid w:val="0072171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3DAE"/>
    <w:rsid w:val="0076445C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740"/>
    <w:rsid w:val="0078075B"/>
    <w:rsid w:val="00780FC5"/>
    <w:rsid w:val="00781100"/>
    <w:rsid w:val="00781193"/>
    <w:rsid w:val="00781FD3"/>
    <w:rsid w:val="007821DA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543A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C14A7"/>
    <w:rsid w:val="007C1DFF"/>
    <w:rsid w:val="007C2948"/>
    <w:rsid w:val="007C3506"/>
    <w:rsid w:val="007C3A01"/>
    <w:rsid w:val="007C3A1B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B6C"/>
    <w:rsid w:val="008253A9"/>
    <w:rsid w:val="008261FB"/>
    <w:rsid w:val="00826CE7"/>
    <w:rsid w:val="00826E90"/>
    <w:rsid w:val="008270C8"/>
    <w:rsid w:val="008278B6"/>
    <w:rsid w:val="008308CC"/>
    <w:rsid w:val="0083165E"/>
    <w:rsid w:val="00832C51"/>
    <w:rsid w:val="00833DF3"/>
    <w:rsid w:val="00834019"/>
    <w:rsid w:val="0083484A"/>
    <w:rsid w:val="00835FD0"/>
    <w:rsid w:val="00836191"/>
    <w:rsid w:val="008373C2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5E5"/>
    <w:rsid w:val="00860A7F"/>
    <w:rsid w:val="00862A06"/>
    <w:rsid w:val="00862EE7"/>
    <w:rsid w:val="008631ED"/>
    <w:rsid w:val="00863B6A"/>
    <w:rsid w:val="00865416"/>
    <w:rsid w:val="00865AA2"/>
    <w:rsid w:val="008666DA"/>
    <w:rsid w:val="0086718F"/>
    <w:rsid w:val="00867676"/>
    <w:rsid w:val="008704C8"/>
    <w:rsid w:val="0087057A"/>
    <w:rsid w:val="00872A8A"/>
    <w:rsid w:val="0087379F"/>
    <w:rsid w:val="008742F0"/>
    <w:rsid w:val="0087434E"/>
    <w:rsid w:val="008761E8"/>
    <w:rsid w:val="00876937"/>
    <w:rsid w:val="00877E15"/>
    <w:rsid w:val="00882D5F"/>
    <w:rsid w:val="00883CDE"/>
    <w:rsid w:val="00884374"/>
    <w:rsid w:val="008844F8"/>
    <w:rsid w:val="00884CD1"/>
    <w:rsid w:val="00885DE0"/>
    <w:rsid w:val="008867B6"/>
    <w:rsid w:val="00887087"/>
    <w:rsid w:val="00887A73"/>
    <w:rsid w:val="00887DE9"/>
    <w:rsid w:val="00890B9B"/>
    <w:rsid w:val="00890BCD"/>
    <w:rsid w:val="00891974"/>
    <w:rsid w:val="008923DF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FC0"/>
    <w:rsid w:val="008B3B01"/>
    <w:rsid w:val="008B425B"/>
    <w:rsid w:val="008B454E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5D"/>
    <w:rsid w:val="008D04A1"/>
    <w:rsid w:val="008D0AE5"/>
    <w:rsid w:val="008D1C3D"/>
    <w:rsid w:val="008D3DEB"/>
    <w:rsid w:val="008D6E71"/>
    <w:rsid w:val="008D7A7C"/>
    <w:rsid w:val="008D7D35"/>
    <w:rsid w:val="008E0C99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0894"/>
    <w:rsid w:val="00901C99"/>
    <w:rsid w:val="00902157"/>
    <w:rsid w:val="009022D8"/>
    <w:rsid w:val="0090392E"/>
    <w:rsid w:val="009054E2"/>
    <w:rsid w:val="00905F6F"/>
    <w:rsid w:val="009064EF"/>
    <w:rsid w:val="00907F87"/>
    <w:rsid w:val="00907FF4"/>
    <w:rsid w:val="009105B9"/>
    <w:rsid w:val="00912712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F2C"/>
    <w:rsid w:val="00936966"/>
    <w:rsid w:val="00940D1E"/>
    <w:rsid w:val="0094136B"/>
    <w:rsid w:val="00941548"/>
    <w:rsid w:val="00941851"/>
    <w:rsid w:val="00942AD1"/>
    <w:rsid w:val="009439FD"/>
    <w:rsid w:val="009465CE"/>
    <w:rsid w:val="00946AFB"/>
    <w:rsid w:val="00946E43"/>
    <w:rsid w:val="009472EA"/>
    <w:rsid w:val="009500F7"/>
    <w:rsid w:val="00950A71"/>
    <w:rsid w:val="009519AB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52E8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604A"/>
    <w:rsid w:val="0099615A"/>
    <w:rsid w:val="009965D9"/>
    <w:rsid w:val="00996844"/>
    <w:rsid w:val="00997356"/>
    <w:rsid w:val="00997A6A"/>
    <w:rsid w:val="009A01C2"/>
    <w:rsid w:val="009A0D3E"/>
    <w:rsid w:val="009A198D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4BCF"/>
    <w:rsid w:val="009B4DB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EEE"/>
    <w:rsid w:val="009C69E2"/>
    <w:rsid w:val="009C71B7"/>
    <w:rsid w:val="009C7BC6"/>
    <w:rsid w:val="009C7E23"/>
    <w:rsid w:val="009D0AB2"/>
    <w:rsid w:val="009D10E6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E2B"/>
    <w:rsid w:val="009E009D"/>
    <w:rsid w:val="009E0B17"/>
    <w:rsid w:val="009E1410"/>
    <w:rsid w:val="009E1DE3"/>
    <w:rsid w:val="009E263A"/>
    <w:rsid w:val="009E4835"/>
    <w:rsid w:val="009E5B1B"/>
    <w:rsid w:val="009E5FA5"/>
    <w:rsid w:val="009E64EB"/>
    <w:rsid w:val="009E77D2"/>
    <w:rsid w:val="009F02E3"/>
    <w:rsid w:val="009F1623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9F6C4B"/>
    <w:rsid w:val="009F7C64"/>
    <w:rsid w:val="00A01232"/>
    <w:rsid w:val="00A01974"/>
    <w:rsid w:val="00A03458"/>
    <w:rsid w:val="00A043B4"/>
    <w:rsid w:val="00A046C1"/>
    <w:rsid w:val="00A04AB7"/>
    <w:rsid w:val="00A04BAF"/>
    <w:rsid w:val="00A04E68"/>
    <w:rsid w:val="00A05147"/>
    <w:rsid w:val="00A05B85"/>
    <w:rsid w:val="00A05EB5"/>
    <w:rsid w:val="00A06BF6"/>
    <w:rsid w:val="00A06DED"/>
    <w:rsid w:val="00A06E9B"/>
    <w:rsid w:val="00A06FF0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716"/>
    <w:rsid w:val="00A25B3C"/>
    <w:rsid w:val="00A25C22"/>
    <w:rsid w:val="00A2646C"/>
    <w:rsid w:val="00A26CDF"/>
    <w:rsid w:val="00A2728D"/>
    <w:rsid w:val="00A27564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D76"/>
    <w:rsid w:val="00A372F7"/>
    <w:rsid w:val="00A37795"/>
    <w:rsid w:val="00A37AD6"/>
    <w:rsid w:val="00A410E0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3CF4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97A"/>
    <w:rsid w:val="00A85A49"/>
    <w:rsid w:val="00A8606C"/>
    <w:rsid w:val="00A86D78"/>
    <w:rsid w:val="00A87395"/>
    <w:rsid w:val="00A8765C"/>
    <w:rsid w:val="00A87CA4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7B23"/>
    <w:rsid w:val="00AA0939"/>
    <w:rsid w:val="00AA1511"/>
    <w:rsid w:val="00AA1B4A"/>
    <w:rsid w:val="00AA1F46"/>
    <w:rsid w:val="00AA21AF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1707"/>
    <w:rsid w:val="00B1294E"/>
    <w:rsid w:val="00B13E12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46CF3"/>
    <w:rsid w:val="00B50B74"/>
    <w:rsid w:val="00B51B8A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544"/>
    <w:rsid w:val="00B62E4B"/>
    <w:rsid w:val="00B64F4D"/>
    <w:rsid w:val="00B6676A"/>
    <w:rsid w:val="00B702B0"/>
    <w:rsid w:val="00B7102A"/>
    <w:rsid w:val="00B72190"/>
    <w:rsid w:val="00B7321A"/>
    <w:rsid w:val="00B7483A"/>
    <w:rsid w:val="00B756CF"/>
    <w:rsid w:val="00B80FED"/>
    <w:rsid w:val="00B81EDB"/>
    <w:rsid w:val="00B82EA3"/>
    <w:rsid w:val="00B83155"/>
    <w:rsid w:val="00B83346"/>
    <w:rsid w:val="00B839AB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154D"/>
    <w:rsid w:val="00BB2810"/>
    <w:rsid w:val="00BB4709"/>
    <w:rsid w:val="00BB4E6B"/>
    <w:rsid w:val="00BB638E"/>
    <w:rsid w:val="00BC2736"/>
    <w:rsid w:val="00BC2C50"/>
    <w:rsid w:val="00BC39E5"/>
    <w:rsid w:val="00BC3A16"/>
    <w:rsid w:val="00BC3C2C"/>
    <w:rsid w:val="00BC5C0E"/>
    <w:rsid w:val="00BC604E"/>
    <w:rsid w:val="00BC60D5"/>
    <w:rsid w:val="00BC6A57"/>
    <w:rsid w:val="00BC6D40"/>
    <w:rsid w:val="00BD0BB3"/>
    <w:rsid w:val="00BD0BD0"/>
    <w:rsid w:val="00BD150B"/>
    <w:rsid w:val="00BD1FF2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4158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1115E"/>
    <w:rsid w:val="00C11325"/>
    <w:rsid w:val="00C11342"/>
    <w:rsid w:val="00C118FA"/>
    <w:rsid w:val="00C12C82"/>
    <w:rsid w:val="00C15203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658"/>
    <w:rsid w:val="00C63B5B"/>
    <w:rsid w:val="00C64939"/>
    <w:rsid w:val="00C65419"/>
    <w:rsid w:val="00C65783"/>
    <w:rsid w:val="00C65D71"/>
    <w:rsid w:val="00C6733E"/>
    <w:rsid w:val="00C7054E"/>
    <w:rsid w:val="00C7072D"/>
    <w:rsid w:val="00C708CE"/>
    <w:rsid w:val="00C71C1E"/>
    <w:rsid w:val="00C71EA5"/>
    <w:rsid w:val="00C7233F"/>
    <w:rsid w:val="00C72DDA"/>
    <w:rsid w:val="00C74469"/>
    <w:rsid w:val="00C7561C"/>
    <w:rsid w:val="00C77785"/>
    <w:rsid w:val="00C800BB"/>
    <w:rsid w:val="00C80709"/>
    <w:rsid w:val="00C819F7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901DC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4EB4"/>
    <w:rsid w:val="00C952DA"/>
    <w:rsid w:val="00C9591E"/>
    <w:rsid w:val="00C95EFC"/>
    <w:rsid w:val="00CA054C"/>
    <w:rsid w:val="00CA0749"/>
    <w:rsid w:val="00CA0813"/>
    <w:rsid w:val="00CA166D"/>
    <w:rsid w:val="00CA30B6"/>
    <w:rsid w:val="00CA3185"/>
    <w:rsid w:val="00CA3713"/>
    <w:rsid w:val="00CA40BA"/>
    <w:rsid w:val="00CA428A"/>
    <w:rsid w:val="00CA4670"/>
    <w:rsid w:val="00CA55B2"/>
    <w:rsid w:val="00CA5A43"/>
    <w:rsid w:val="00CA6843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1E90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8EA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70"/>
    <w:rsid w:val="00D20D9C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1802"/>
    <w:rsid w:val="00D32BF5"/>
    <w:rsid w:val="00D338F3"/>
    <w:rsid w:val="00D33DC1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3BF0"/>
    <w:rsid w:val="00D652F0"/>
    <w:rsid w:val="00D655E0"/>
    <w:rsid w:val="00D65647"/>
    <w:rsid w:val="00D659DB"/>
    <w:rsid w:val="00D65C3B"/>
    <w:rsid w:val="00D66379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9EB"/>
    <w:rsid w:val="00DA2FE9"/>
    <w:rsid w:val="00DA464E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5A0F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6165"/>
    <w:rsid w:val="00DD7005"/>
    <w:rsid w:val="00DE2536"/>
    <w:rsid w:val="00DE25BE"/>
    <w:rsid w:val="00DE2639"/>
    <w:rsid w:val="00DE402B"/>
    <w:rsid w:val="00DE480B"/>
    <w:rsid w:val="00DE4F02"/>
    <w:rsid w:val="00DE6EFE"/>
    <w:rsid w:val="00DE7453"/>
    <w:rsid w:val="00DF0FAF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49D3"/>
    <w:rsid w:val="00E45698"/>
    <w:rsid w:val="00E4623D"/>
    <w:rsid w:val="00E463D2"/>
    <w:rsid w:val="00E46643"/>
    <w:rsid w:val="00E51345"/>
    <w:rsid w:val="00E518A0"/>
    <w:rsid w:val="00E51DA7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314B"/>
    <w:rsid w:val="00E9390B"/>
    <w:rsid w:val="00E94222"/>
    <w:rsid w:val="00E945B8"/>
    <w:rsid w:val="00E94D8E"/>
    <w:rsid w:val="00E953F0"/>
    <w:rsid w:val="00E95B15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4EE"/>
    <w:rsid w:val="00EA1BAD"/>
    <w:rsid w:val="00EA31A4"/>
    <w:rsid w:val="00EA31CE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82D"/>
    <w:rsid w:val="00EB7914"/>
    <w:rsid w:val="00EC09E7"/>
    <w:rsid w:val="00EC175B"/>
    <w:rsid w:val="00EC206E"/>
    <w:rsid w:val="00EC2661"/>
    <w:rsid w:val="00EC3205"/>
    <w:rsid w:val="00EC4191"/>
    <w:rsid w:val="00EC4CD1"/>
    <w:rsid w:val="00EC4D92"/>
    <w:rsid w:val="00EC5116"/>
    <w:rsid w:val="00EC5144"/>
    <w:rsid w:val="00EC538A"/>
    <w:rsid w:val="00EC5EE2"/>
    <w:rsid w:val="00ED0D18"/>
    <w:rsid w:val="00ED106F"/>
    <w:rsid w:val="00ED1DA6"/>
    <w:rsid w:val="00ED21BE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9D6"/>
    <w:rsid w:val="00EE2C2A"/>
    <w:rsid w:val="00EE2EAC"/>
    <w:rsid w:val="00EE4211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795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26DBF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09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6523B"/>
    <w:rsid w:val="00F713F3"/>
    <w:rsid w:val="00F7146A"/>
    <w:rsid w:val="00F7302E"/>
    <w:rsid w:val="00F730FA"/>
    <w:rsid w:val="00F74866"/>
    <w:rsid w:val="00F753CB"/>
    <w:rsid w:val="00F76055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767"/>
    <w:rsid w:val="00FB33E7"/>
    <w:rsid w:val="00FB374B"/>
    <w:rsid w:val="00FB4C0E"/>
    <w:rsid w:val="00FB4F86"/>
    <w:rsid w:val="00FB589C"/>
    <w:rsid w:val="00FB5C20"/>
    <w:rsid w:val="00FB63F7"/>
    <w:rsid w:val="00FB64B8"/>
    <w:rsid w:val="00FB66B7"/>
    <w:rsid w:val="00FB77EE"/>
    <w:rsid w:val="00FB793B"/>
    <w:rsid w:val="00FC1B21"/>
    <w:rsid w:val="00FC340E"/>
    <w:rsid w:val="00FC632B"/>
    <w:rsid w:val="00FC63D5"/>
    <w:rsid w:val="00FC647B"/>
    <w:rsid w:val="00FC6555"/>
    <w:rsid w:val="00FC6651"/>
    <w:rsid w:val="00FC7B55"/>
    <w:rsid w:val="00FD020A"/>
    <w:rsid w:val="00FD0246"/>
    <w:rsid w:val="00FD048C"/>
    <w:rsid w:val="00FD09AE"/>
    <w:rsid w:val="00FD2682"/>
    <w:rsid w:val="00FD2D93"/>
    <w:rsid w:val="00FD3854"/>
    <w:rsid w:val="00FD4E3E"/>
    <w:rsid w:val="00FD5E34"/>
    <w:rsid w:val="00FD7553"/>
    <w:rsid w:val="00FE038C"/>
    <w:rsid w:val="00FE0F4D"/>
    <w:rsid w:val="00FE1057"/>
    <w:rsid w:val="00FE4505"/>
    <w:rsid w:val="00FE4C6D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C19"/>
    <w:rsid w:val="00FF4489"/>
    <w:rsid w:val="00FF49E0"/>
    <w:rsid w:val="00FF505E"/>
    <w:rsid w:val="00FF59CB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BEAFEE32-3C13-4FA7-A8DF-2661270F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4372-493F-4132-8678-73CC0851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10</Pages>
  <Words>1376</Words>
  <Characters>9720</Characters>
  <Application>Microsoft Office Word</Application>
  <DocSecurity>0</DocSecurity>
  <Lines>883</Lines>
  <Paragraphs>277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Reithel, Marina</cp:lastModifiedBy>
  <cp:revision>3</cp:revision>
  <cp:lastPrinted>2017-11-29T09:00:00Z</cp:lastPrinted>
  <dcterms:created xsi:type="dcterms:W3CDTF">2021-02-18T14:18:00Z</dcterms:created>
  <dcterms:modified xsi:type="dcterms:W3CDTF">2021-02-18T14:53:00Z</dcterms:modified>
</cp:coreProperties>
</file>